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891CE" w14:textId="77777777" w:rsidR="00531647" w:rsidRPr="00531647" w:rsidRDefault="00997F14" w:rsidP="00531647">
      <w:pPr>
        <w:spacing w:line="240" w:lineRule="auto"/>
        <w:jc w:val="right"/>
        <w:rPr>
          <w:rFonts w:ascii="Corbel" w:hAnsi="Corbel"/>
          <w:bCs/>
          <w:i/>
        </w:rPr>
      </w:pPr>
      <w:r w:rsidRPr="360854CC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31647" w:rsidRPr="00531647">
        <w:rPr>
          <w:rFonts w:ascii="Corbel" w:hAnsi="Corbel"/>
          <w:bCs/>
          <w:i/>
        </w:rPr>
        <w:t>Załącznik nr 1.5 do Zarządzenia Rektora UR nr 7/2023</w:t>
      </w:r>
    </w:p>
    <w:p w14:paraId="392E3DBD" w14:textId="77777777" w:rsidR="00531647" w:rsidRPr="00531647" w:rsidRDefault="00531647" w:rsidP="0053164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31647">
        <w:rPr>
          <w:rFonts w:ascii="Corbel" w:hAnsi="Corbel"/>
          <w:b/>
          <w:smallCaps/>
          <w:sz w:val="24"/>
          <w:szCs w:val="24"/>
        </w:rPr>
        <w:t>SYLABUS</w:t>
      </w:r>
    </w:p>
    <w:p w14:paraId="3E035473" w14:textId="5EA78A5B" w:rsidR="00531647" w:rsidRPr="00531647" w:rsidRDefault="00531647" w:rsidP="0053164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31647">
        <w:rPr>
          <w:rFonts w:ascii="Corbel" w:hAnsi="Corbel"/>
          <w:b/>
          <w:smallCaps/>
          <w:sz w:val="24"/>
          <w:szCs w:val="24"/>
        </w:rPr>
        <w:t>dotyczy cyklu kształcenia 202</w:t>
      </w:r>
      <w:r w:rsidR="005B28DF">
        <w:rPr>
          <w:rFonts w:ascii="Corbel" w:hAnsi="Corbel"/>
          <w:b/>
          <w:smallCaps/>
          <w:sz w:val="24"/>
          <w:szCs w:val="24"/>
        </w:rPr>
        <w:t>5</w:t>
      </w:r>
      <w:r w:rsidRPr="00531647">
        <w:rPr>
          <w:rFonts w:ascii="Corbel" w:hAnsi="Corbel"/>
          <w:b/>
          <w:smallCaps/>
          <w:sz w:val="24"/>
          <w:szCs w:val="24"/>
        </w:rPr>
        <w:t>-202</w:t>
      </w:r>
      <w:r w:rsidR="005B28DF">
        <w:rPr>
          <w:rFonts w:ascii="Corbel" w:hAnsi="Corbel"/>
          <w:b/>
          <w:smallCaps/>
          <w:sz w:val="24"/>
          <w:szCs w:val="24"/>
        </w:rPr>
        <w:t>8</w:t>
      </w:r>
    </w:p>
    <w:p w14:paraId="20CBA2FC" w14:textId="77777777" w:rsidR="00531647" w:rsidRPr="00531647" w:rsidRDefault="00531647" w:rsidP="00531647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531647">
        <w:rPr>
          <w:rFonts w:ascii="Corbel" w:hAnsi="Corbel"/>
          <w:i/>
          <w:sz w:val="20"/>
          <w:szCs w:val="20"/>
        </w:rPr>
        <w:t>(skrajne daty</w:t>
      </w:r>
      <w:r w:rsidRPr="00531647">
        <w:rPr>
          <w:rFonts w:ascii="Corbel" w:hAnsi="Corbel"/>
          <w:sz w:val="20"/>
          <w:szCs w:val="20"/>
        </w:rPr>
        <w:t>)</w:t>
      </w:r>
    </w:p>
    <w:p w14:paraId="75EB866F" w14:textId="28BCAC3C" w:rsidR="00445970" w:rsidRPr="00EA4832" w:rsidRDefault="00531647" w:rsidP="00531647">
      <w:pPr>
        <w:spacing w:line="240" w:lineRule="auto"/>
        <w:jc w:val="center"/>
        <w:rPr>
          <w:rFonts w:ascii="Corbel" w:hAnsi="Corbel"/>
          <w:sz w:val="20"/>
          <w:szCs w:val="20"/>
        </w:rPr>
      </w:pPr>
      <w:r w:rsidRPr="00531647">
        <w:rPr>
          <w:rFonts w:ascii="Corbel" w:hAnsi="Corbel"/>
          <w:sz w:val="20"/>
          <w:szCs w:val="20"/>
        </w:rPr>
        <w:t>Rok akademicki 202</w:t>
      </w:r>
      <w:r w:rsidR="005B28DF">
        <w:rPr>
          <w:rFonts w:ascii="Corbel" w:hAnsi="Corbel"/>
          <w:sz w:val="20"/>
          <w:szCs w:val="20"/>
        </w:rPr>
        <w:t>5</w:t>
      </w:r>
      <w:r w:rsidRPr="00531647">
        <w:rPr>
          <w:rFonts w:ascii="Corbel" w:hAnsi="Corbel"/>
          <w:sz w:val="20"/>
          <w:szCs w:val="20"/>
        </w:rPr>
        <w:t>/202</w:t>
      </w:r>
      <w:r w:rsidR="005B28DF">
        <w:rPr>
          <w:rFonts w:ascii="Corbel" w:hAnsi="Corbel"/>
          <w:sz w:val="20"/>
          <w:szCs w:val="20"/>
        </w:rPr>
        <w:t>6</w:t>
      </w:r>
    </w:p>
    <w:p w14:paraId="4E12CE0C" w14:textId="715D8442" w:rsidR="0085747A" w:rsidRPr="009C54AE" w:rsidRDefault="00C95B24" w:rsidP="00531647">
      <w:pPr>
        <w:spacing w:after="0" w:line="240" w:lineRule="auto"/>
        <w:rPr>
          <w:rFonts w:ascii="Corbel" w:hAnsi="Corbel"/>
          <w:color w:val="0070C0"/>
          <w:szCs w:val="24"/>
        </w:rPr>
      </w:pPr>
      <w:r w:rsidRPr="00C95B24">
        <w:rPr>
          <w:rFonts w:ascii="Corbel" w:hAnsi="Corbel"/>
          <w:sz w:val="24"/>
          <w:szCs w:val="24"/>
        </w:rPr>
        <w:t xml:space="preserve">  </w:t>
      </w:r>
      <w:r w:rsidR="0071620A"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A9962F" w14:textId="77777777" w:rsidTr="002B1959">
        <w:tc>
          <w:tcPr>
            <w:tcW w:w="2694" w:type="dxa"/>
            <w:vAlign w:val="center"/>
          </w:tcPr>
          <w:p w14:paraId="4277794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C74673D" w14:textId="3E42A572" w:rsidR="0085747A" w:rsidRPr="00857384" w:rsidRDefault="00AA30FC" w:rsidP="5C39DA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C39DA34">
              <w:rPr>
                <w:rFonts w:ascii="Segoe UI" w:hAnsi="Segoe UI" w:cs="Segoe UI"/>
                <w:bCs/>
                <w:color w:val="2D2D2D"/>
                <w:sz w:val="21"/>
                <w:szCs w:val="21"/>
                <w:shd w:val="clear" w:color="auto" w:fill="FFFFFF"/>
              </w:rPr>
              <w:t xml:space="preserve">Nauka o państwie i polityce </w:t>
            </w:r>
          </w:p>
        </w:tc>
      </w:tr>
      <w:tr w:rsidR="0085747A" w:rsidRPr="009C54AE" w14:paraId="57D206A6" w14:textId="77777777" w:rsidTr="002B1959">
        <w:tc>
          <w:tcPr>
            <w:tcW w:w="2694" w:type="dxa"/>
            <w:vAlign w:val="center"/>
          </w:tcPr>
          <w:p w14:paraId="3CF348D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3E29AF" w14:textId="324D4DB4" w:rsidR="0085747A" w:rsidRPr="00857384" w:rsidRDefault="008F2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MK_04</w:t>
            </w:r>
          </w:p>
        </w:tc>
      </w:tr>
      <w:tr w:rsidR="002B1959" w:rsidRPr="009C54AE" w14:paraId="415B6C32" w14:textId="77777777" w:rsidTr="002B1959">
        <w:tc>
          <w:tcPr>
            <w:tcW w:w="2694" w:type="dxa"/>
            <w:vAlign w:val="center"/>
          </w:tcPr>
          <w:p w14:paraId="2F55F39C" w14:textId="77777777" w:rsidR="002B1959" w:rsidRPr="009C54AE" w:rsidRDefault="002B1959" w:rsidP="002B195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0F6F7154" w14:textId="0B2AB7B0" w:rsidR="002B1959" w:rsidRPr="002B1959" w:rsidRDefault="002B1959" w:rsidP="002B19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B1959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2B1959" w:rsidRPr="009C54AE" w14:paraId="39A307F2" w14:textId="77777777" w:rsidTr="002B1959">
        <w:tc>
          <w:tcPr>
            <w:tcW w:w="2694" w:type="dxa"/>
            <w:vAlign w:val="center"/>
          </w:tcPr>
          <w:p w14:paraId="6B529B58" w14:textId="77777777" w:rsidR="002B1959" w:rsidRPr="009C54AE" w:rsidRDefault="002B1959" w:rsidP="002B19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5B1E6F5C" w14:textId="1E68CBCA" w:rsidR="002B1959" w:rsidRPr="002B1959" w:rsidRDefault="002B1959" w:rsidP="002B19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B1959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85747A" w:rsidRPr="009C54AE" w14:paraId="6E5352C2" w14:textId="77777777" w:rsidTr="002B1959">
        <w:tc>
          <w:tcPr>
            <w:tcW w:w="2694" w:type="dxa"/>
            <w:vAlign w:val="center"/>
          </w:tcPr>
          <w:p w14:paraId="3E749B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7DFCAE" w14:textId="1619B299" w:rsidR="0085747A" w:rsidRPr="00857384" w:rsidRDefault="006F7E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stosunki międzynarodowe</w:t>
            </w:r>
          </w:p>
        </w:tc>
      </w:tr>
      <w:tr w:rsidR="0085747A" w:rsidRPr="009C54AE" w14:paraId="00C6891E" w14:textId="77777777" w:rsidTr="002B1959">
        <w:tc>
          <w:tcPr>
            <w:tcW w:w="2694" w:type="dxa"/>
            <w:vAlign w:val="center"/>
          </w:tcPr>
          <w:p w14:paraId="0D9ADB7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E2D308" w14:textId="2CC5296D" w:rsidR="0085747A" w:rsidRPr="00857384" w:rsidRDefault="00C95B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7384"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="0085747A" w:rsidRPr="009C54AE" w14:paraId="5C4ABE6B" w14:textId="77777777" w:rsidTr="002B1959">
        <w:tc>
          <w:tcPr>
            <w:tcW w:w="2694" w:type="dxa"/>
            <w:vAlign w:val="center"/>
          </w:tcPr>
          <w:p w14:paraId="5B86E1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8B550D" w14:textId="761942D3" w:rsidR="0085747A" w:rsidRPr="00857384" w:rsidRDefault="005859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="00C95B24" w:rsidRPr="00857384">
              <w:rPr>
                <w:rFonts w:ascii="Corbel" w:hAnsi="Corbel"/>
                <w:b w:val="0"/>
                <w:bCs/>
                <w:sz w:val="24"/>
                <w:szCs w:val="24"/>
              </w:rPr>
              <w:t>gólnoakademicki</w:t>
            </w:r>
          </w:p>
        </w:tc>
      </w:tr>
      <w:tr w:rsidR="0085747A" w:rsidRPr="009C54AE" w14:paraId="2EFD9D09" w14:textId="77777777" w:rsidTr="002B1959">
        <w:tc>
          <w:tcPr>
            <w:tcW w:w="2694" w:type="dxa"/>
            <w:vAlign w:val="center"/>
          </w:tcPr>
          <w:p w14:paraId="3A7801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ED3456" w14:textId="7653FFF0" w:rsidR="0085747A" w:rsidRPr="00857384" w:rsidRDefault="007568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Nies</w:t>
            </w:r>
            <w:r w:rsidR="00C95B24" w:rsidRPr="00857384">
              <w:rPr>
                <w:rFonts w:ascii="Corbel" w:hAnsi="Corbel"/>
                <w:b w:val="0"/>
                <w:bCs/>
                <w:sz w:val="24"/>
                <w:szCs w:val="24"/>
              </w:rPr>
              <w:t>tacjonarn</w:t>
            </w:r>
            <w:r w:rsidR="001A0D8B"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</w:p>
        </w:tc>
      </w:tr>
      <w:tr w:rsidR="0085747A" w:rsidRPr="009C54AE" w14:paraId="752FDE0F" w14:textId="77777777" w:rsidTr="002B1959">
        <w:tc>
          <w:tcPr>
            <w:tcW w:w="2694" w:type="dxa"/>
            <w:vAlign w:val="center"/>
          </w:tcPr>
          <w:p w14:paraId="527E3B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B53144" w14:textId="1C325EFD" w:rsidR="0085747A" w:rsidRPr="00857384" w:rsidRDefault="002E10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3D2BF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/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1 </w:t>
            </w:r>
          </w:p>
        </w:tc>
      </w:tr>
      <w:tr w:rsidR="0085747A" w:rsidRPr="009C54AE" w14:paraId="4B042AD3" w14:textId="77777777" w:rsidTr="002B1959">
        <w:tc>
          <w:tcPr>
            <w:tcW w:w="2694" w:type="dxa"/>
            <w:vAlign w:val="center"/>
          </w:tcPr>
          <w:p w14:paraId="4866D5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296493" w14:textId="7C1372E9" w:rsidR="0085747A" w:rsidRPr="00857384" w:rsidRDefault="005859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="00C95B24" w:rsidRPr="00857384">
              <w:rPr>
                <w:rFonts w:ascii="Corbel" w:hAnsi="Corbel"/>
                <w:b w:val="0"/>
                <w:bCs/>
                <w:sz w:val="24"/>
                <w:szCs w:val="24"/>
              </w:rPr>
              <w:t>bowiązkowy</w:t>
            </w:r>
          </w:p>
        </w:tc>
      </w:tr>
      <w:tr w:rsidR="00923D7D" w:rsidRPr="009C54AE" w14:paraId="168529C7" w14:textId="77777777" w:rsidTr="002B1959">
        <w:tc>
          <w:tcPr>
            <w:tcW w:w="2694" w:type="dxa"/>
            <w:vAlign w:val="center"/>
          </w:tcPr>
          <w:p w14:paraId="79EBCF2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77A1C0" w14:textId="6E74C6EB" w:rsidR="00923D7D" w:rsidRPr="009C54AE" w:rsidRDefault="005859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F7EE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E08E63D" w14:textId="77777777" w:rsidTr="002B1959">
        <w:tc>
          <w:tcPr>
            <w:tcW w:w="2694" w:type="dxa"/>
            <w:vAlign w:val="center"/>
          </w:tcPr>
          <w:p w14:paraId="0DA087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854730" w14:textId="59046FA2" w:rsidR="0085747A" w:rsidRPr="009C54AE" w:rsidRDefault="006F7E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Przemysław Maj</w:t>
            </w:r>
            <w:r w:rsidR="008F2E01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52C49E2D" w14:textId="77777777" w:rsidTr="002B1959">
        <w:tc>
          <w:tcPr>
            <w:tcW w:w="2694" w:type="dxa"/>
            <w:vAlign w:val="center"/>
          </w:tcPr>
          <w:p w14:paraId="267577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865056" w14:textId="0AD34775" w:rsidR="0085747A" w:rsidRPr="009C54AE" w:rsidRDefault="001459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Dominika Zięba</w:t>
            </w:r>
          </w:p>
        </w:tc>
      </w:tr>
    </w:tbl>
    <w:p w14:paraId="5BF5014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13E23C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F0861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1548A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960"/>
        <w:gridCol w:w="837"/>
        <w:gridCol w:w="930"/>
        <w:gridCol w:w="810"/>
        <w:gridCol w:w="810"/>
        <w:gridCol w:w="660"/>
        <w:gridCol w:w="960"/>
        <w:gridCol w:w="1001"/>
        <w:gridCol w:w="1505"/>
      </w:tblGrid>
      <w:tr w:rsidR="00015B8F" w:rsidRPr="009C54AE" w14:paraId="04CEA9C7" w14:textId="77777777" w:rsidTr="360854CC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A20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6D73E9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9A1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89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DAE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85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8FE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C15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FCA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638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926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02409" w:rsidRPr="00756855" w14:paraId="46ADF500" w14:textId="77777777" w:rsidTr="360854CC">
        <w:trPr>
          <w:trHeight w:val="45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D75E" w14:textId="64535C78" w:rsidR="00402409" w:rsidRPr="00756855" w:rsidRDefault="00402409" w:rsidP="004024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56855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DABC" w14:textId="252CEFB2" w:rsidR="00402409" w:rsidRPr="00756855" w:rsidRDefault="00402409" w:rsidP="004024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568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30DD" w14:textId="51E3D8AE" w:rsidR="00402409" w:rsidRPr="00756855" w:rsidRDefault="00756855" w:rsidP="004024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02409" w:rsidRPr="00756855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94EE" w14:textId="0376A2E9" w:rsidR="00402409" w:rsidRPr="00756855" w:rsidRDefault="00402409" w:rsidP="004024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568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5809" w14:textId="79547C63" w:rsidR="00402409" w:rsidRPr="00756855" w:rsidRDefault="00402409" w:rsidP="004024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568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2890" w14:textId="3934E790" w:rsidR="00402409" w:rsidRPr="00756855" w:rsidRDefault="00402409" w:rsidP="004024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568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E73D" w14:textId="3DA4540F" w:rsidR="00402409" w:rsidRPr="00756855" w:rsidRDefault="00402409" w:rsidP="004024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568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0193" w14:textId="643987A2" w:rsidR="00402409" w:rsidRPr="00756855" w:rsidRDefault="00402409" w:rsidP="004024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568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4C54" w14:textId="0E1536EF" w:rsidR="00402409" w:rsidRPr="00756855" w:rsidRDefault="00402409" w:rsidP="004024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5685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09E2" w14:textId="5EE92392" w:rsidR="00402409" w:rsidRPr="00756855" w:rsidRDefault="00402409" w:rsidP="004024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5685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A43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726888" w14:textId="42CB2BE4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75FA95E" w14:textId="77777777" w:rsidR="002A795F" w:rsidRPr="009C54AE" w:rsidRDefault="002A795F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0DFDBD9" w14:textId="77777777" w:rsidR="002A795F" w:rsidRPr="002A795F" w:rsidRDefault="002A795F" w:rsidP="002A795F">
      <w:pPr>
        <w:spacing w:after="38" w:line="242" w:lineRule="auto"/>
        <w:ind w:left="-5" w:right="-15" w:hanging="10"/>
        <w:rPr>
          <w:rFonts w:cs="Calibri"/>
          <w:color w:val="000000"/>
          <w:lang w:eastAsia="pl-PL"/>
        </w:rPr>
      </w:pPr>
      <w:r w:rsidRPr="002A795F">
        <w:rPr>
          <w:rFonts w:ascii="Corbel" w:eastAsia="Corbel" w:hAnsi="Corbel" w:cs="Corbel"/>
          <w:color w:val="000000"/>
          <w:sz w:val="24"/>
          <w:lang w:eastAsia="pl-PL"/>
        </w:rPr>
        <w:t xml:space="preserve">W zależności od przepisów wewnętrznych UR zajęcia w formie tradycyjnej lub online w trybie synchronicznej interakcji. </w:t>
      </w:r>
    </w:p>
    <w:p w14:paraId="5B0B50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2099EF" w14:textId="686320F4" w:rsidR="00E22FBC" w:rsidRPr="009C54AE" w:rsidRDefault="00E22FBC" w:rsidP="360854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60854CC">
        <w:rPr>
          <w:rFonts w:ascii="Corbel" w:hAnsi="Corbel"/>
          <w:smallCaps w:val="0"/>
        </w:rPr>
        <w:t xml:space="preserve">1.3 </w:t>
      </w:r>
      <w:r>
        <w:tab/>
      </w:r>
      <w:r w:rsidRPr="360854CC">
        <w:rPr>
          <w:rFonts w:ascii="Corbel" w:hAnsi="Corbel"/>
          <w:smallCaps w:val="0"/>
        </w:rPr>
        <w:t>For</w:t>
      </w:r>
      <w:r w:rsidR="00445970" w:rsidRPr="360854CC">
        <w:rPr>
          <w:rFonts w:ascii="Corbel" w:hAnsi="Corbel"/>
          <w:smallCaps w:val="0"/>
        </w:rPr>
        <w:t xml:space="preserve">ma zaliczenia przedmiotu </w:t>
      </w:r>
      <w:r w:rsidRPr="360854CC">
        <w:rPr>
          <w:rFonts w:ascii="Corbel" w:hAnsi="Corbel"/>
          <w:smallCaps w:val="0"/>
        </w:rPr>
        <w:t xml:space="preserve">(z toku) </w:t>
      </w:r>
      <w:r w:rsidRPr="360854CC">
        <w:rPr>
          <w:rFonts w:ascii="Corbel" w:hAnsi="Corbel"/>
          <w:b w:val="0"/>
          <w:smallCaps w:val="0"/>
        </w:rPr>
        <w:t>(egzamin, zaliczenie z oceną, zaliczenie bez oceny)</w:t>
      </w:r>
    </w:p>
    <w:p w14:paraId="69BE4C2D" w14:textId="03FF38A0" w:rsidR="009C54AE" w:rsidRDefault="008F2E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47D38D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FA1F18" w14:textId="77777777" w:rsidR="00E960BB" w:rsidRPr="009C54AE" w:rsidRDefault="0085747A" w:rsidP="360854CC">
      <w:pPr>
        <w:pStyle w:val="Punktygwne"/>
        <w:spacing w:before="0" w:after="0"/>
        <w:rPr>
          <w:rFonts w:ascii="Corbel" w:hAnsi="Corbel"/>
        </w:rPr>
      </w:pPr>
      <w:r w:rsidRPr="360854CC">
        <w:rPr>
          <w:rFonts w:ascii="Corbel" w:hAnsi="Corbel"/>
        </w:rPr>
        <w:t xml:space="preserve">2.Wymagania wstępne </w:t>
      </w:r>
    </w:p>
    <w:p w14:paraId="7AF43081" w14:textId="243CD035" w:rsidR="360854CC" w:rsidRDefault="360854CC" w:rsidP="360854CC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7F62C4" w14:textId="77777777" w:rsidTr="360854CC">
        <w:tc>
          <w:tcPr>
            <w:tcW w:w="9670" w:type="dxa"/>
          </w:tcPr>
          <w:p w14:paraId="0D702D1D" w14:textId="680D8718" w:rsidR="0085747A" w:rsidRPr="009C54AE" w:rsidRDefault="1B4FB700" w:rsidP="360854C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360854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Podstawowa wiedza dotycząca funkcjonowania struktur państwa oraz </w:t>
            </w:r>
            <w:r w:rsidR="0C96583B" w:rsidRPr="360854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sfery </w:t>
            </w:r>
            <w:r w:rsidRPr="360854CC">
              <w:rPr>
                <w:rFonts w:ascii="Corbel" w:hAnsi="Corbel"/>
                <w:b w:val="0"/>
                <w:smallCaps w:val="0"/>
                <w:color w:val="000000" w:themeColor="text1"/>
              </w:rPr>
              <w:t>polityki</w:t>
            </w:r>
          </w:p>
        </w:tc>
      </w:tr>
    </w:tbl>
    <w:p w14:paraId="68FCB9A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6AAA82" w14:textId="34CB7230" w:rsidR="0085747A" w:rsidRPr="00C05F44" w:rsidRDefault="0071620A" w:rsidP="360854CC">
      <w:pPr>
        <w:pStyle w:val="Punktygwne"/>
        <w:spacing w:before="0" w:after="0"/>
        <w:rPr>
          <w:rFonts w:ascii="Corbel" w:hAnsi="Corbel"/>
        </w:rPr>
      </w:pPr>
      <w:r w:rsidRPr="360854CC">
        <w:rPr>
          <w:rFonts w:ascii="Corbel" w:hAnsi="Corbel"/>
        </w:rPr>
        <w:t>3.</w:t>
      </w:r>
      <w:r w:rsidR="0085747A" w:rsidRPr="360854CC">
        <w:rPr>
          <w:rFonts w:ascii="Corbel" w:hAnsi="Corbel"/>
        </w:rPr>
        <w:t xml:space="preserve"> </w:t>
      </w:r>
      <w:r w:rsidR="00A84C85" w:rsidRPr="360854CC">
        <w:rPr>
          <w:rFonts w:ascii="Corbel" w:hAnsi="Corbel"/>
        </w:rPr>
        <w:t>cele, efekty uczenia się</w:t>
      </w:r>
      <w:r w:rsidR="0085747A" w:rsidRPr="360854CC">
        <w:rPr>
          <w:rFonts w:ascii="Corbel" w:hAnsi="Corbel"/>
        </w:rPr>
        <w:t>, treści Programowe i stosowane metody Dydaktyczne</w:t>
      </w:r>
    </w:p>
    <w:p w14:paraId="111C269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00BE1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788D59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756855" w14:paraId="609CCD94" w14:textId="77777777" w:rsidTr="00C226B3">
        <w:tc>
          <w:tcPr>
            <w:tcW w:w="845" w:type="dxa"/>
            <w:vAlign w:val="center"/>
          </w:tcPr>
          <w:p w14:paraId="1776D0E9" w14:textId="77777777" w:rsidR="0085747A" w:rsidRPr="0075685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5685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4392DBF" w14:textId="761462DC" w:rsidR="0085747A" w:rsidRPr="00756855" w:rsidRDefault="00782436" w:rsidP="00074748">
            <w:pPr>
              <w:spacing w:after="38" w:line="242" w:lineRule="auto"/>
              <w:ind w:left="-5" w:right="-15" w:hanging="10"/>
              <w:rPr>
                <w:rFonts w:ascii="Corbel" w:hAnsi="Corbel" w:cs="Calibri"/>
                <w:color w:val="000000"/>
                <w:sz w:val="24"/>
                <w:lang w:eastAsia="pl-PL"/>
              </w:rPr>
            </w:pPr>
            <w:r w:rsidRPr="00756855">
              <w:rPr>
                <w:rFonts w:ascii="Corbel" w:hAnsi="Corbel" w:cs="Calibri"/>
                <w:color w:val="000000"/>
                <w:sz w:val="24"/>
                <w:lang w:eastAsia="pl-PL"/>
              </w:rPr>
              <w:t>Przekazanie wiedzy na temat roli polityki w życiu społecznym</w:t>
            </w:r>
          </w:p>
        </w:tc>
      </w:tr>
      <w:tr w:rsidR="00782436" w:rsidRPr="00756855" w14:paraId="2FFE0B58" w14:textId="77777777" w:rsidTr="00C226B3">
        <w:tc>
          <w:tcPr>
            <w:tcW w:w="845" w:type="dxa"/>
            <w:vAlign w:val="center"/>
          </w:tcPr>
          <w:p w14:paraId="30FF2755" w14:textId="2C448358" w:rsidR="00782436" w:rsidRPr="00756855" w:rsidRDefault="0078243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5685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794BC06" w14:textId="12C24AE8" w:rsidR="00782436" w:rsidRPr="00756855" w:rsidRDefault="00D931E3" w:rsidP="00074748">
            <w:pPr>
              <w:spacing w:after="38" w:line="242" w:lineRule="auto"/>
              <w:ind w:left="-5" w:right="-15" w:hanging="10"/>
              <w:rPr>
                <w:rFonts w:ascii="Corbel" w:hAnsi="Corbel" w:cs="Calibri"/>
                <w:color w:val="000000"/>
                <w:sz w:val="24"/>
                <w:lang w:eastAsia="pl-PL"/>
              </w:rPr>
            </w:pPr>
            <w:r w:rsidRPr="00756855">
              <w:rPr>
                <w:rFonts w:ascii="Corbel" w:hAnsi="Corbel" w:cs="Calibri"/>
                <w:color w:val="000000"/>
                <w:sz w:val="24"/>
                <w:lang w:eastAsia="pl-PL"/>
              </w:rPr>
              <w:t>Zdobycie przez studenta</w:t>
            </w:r>
            <w:r w:rsidR="009E2BE3" w:rsidRPr="00756855">
              <w:rPr>
                <w:rFonts w:ascii="Corbel" w:hAnsi="Corbel" w:cs="Calibri"/>
                <w:color w:val="000000"/>
                <w:sz w:val="24"/>
                <w:lang w:eastAsia="pl-PL"/>
              </w:rPr>
              <w:t xml:space="preserve"> wiedzy dotyczącej istoty dyscypliny, problemów badawczych, przedmiotu zainteresowań</w:t>
            </w:r>
          </w:p>
        </w:tc>
      </w:tr>
    </w:tbl>
    <w:p w14:paraId="480F1C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BAE67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B29283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7905C4D" w14:textId="77777777" w:rsidTr="4D17DED3">
        <w:tc>
          <w:tcPr>
            <w:tcW w:w="1701" w:type="dxa"/>
            <w:vAlign w:val="center"/>
          </w:tcPr>
          <w:p w14:paraId="04F7D76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30EC6E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8F1993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756855" w14:paraId="31DB2E7B" w14:textId="77777777" w:rsidTr="4D17DED3">
        <w:tc>
          <w:tcPr>
            <w:tcW w:w="1701" w:type="dxa"/>
          </w:tcPr>
          <w:p w14:paraId="0831D715" w14:textId="77777777" w:rsidR="0085747A" w:rsidRPr="0075685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5685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5685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B1503B0" w14:textId="03030F24" w:rsidR="0085747A" w:rsidRPr="00756855" w:rsidRDefault="095AB785" w:rsidP="360854CC">
            <w:pPr>
              <w:spacing w:after="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60854CC">
              <w:rPr>
                <w:rFonts w:ascii="Corbel" w:hAnsi="Corbel"/>
                <w:sz w:val="24"/>
                <w:szCs w:val="24"/>
              </w:rPr>
              <w:t>Zna różnice między nauką o państwie i polityce oraz nauką o stosunkach międzynarodowych</w:t>
            </w:r>
          </w:p>
        </w:tc>
        <w:tc>
          <w:tcPr>
            <w:tcW w:w="1873" w:type="dxa"/>
          </w:tcPr>
          <w:p w14:paraId="703B6694" w14:textId="79DC1BCC" w:rsidR="0085747A" w:rsidRPr="00756855" w:rsidRDefault="00CB36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5685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756855" w14:paraId="1EA5EDF4" w14:textId="77777777" w:rsidTr="4D17DED3">
        <w:trPr>
          <w:trHeight w:val="690"/>
        </w:trPr>
        <w:tc>
          <w:tcPr>
            <w:tcW w:w="1701" w:type="dxa"/>
          </w:tcPr>
          <w:p w14:paraId="4093021F" w14:textId="77777777" w:rsidR="0085747A" w:rsidRPr="0075685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5685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2C52624" w14:textId="441E4037" w:rsidR="0085747A" w:rsidRPr="00756855" w:rsidRDefault="4D2F4005" w:rsidP="360854CC">
            <w:pPr>
              <w:spacing w:after="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D17DED3">
              <w:rPr>
                <w:rFonts w:ascii="Corbel" w:hAnsi="Corbel"/>
                <w:sz w:val="24"/>
                <w:szCs w:val="24"/>
              </w:rPr>
              <w:t>Zna i rozumie mechanizmy funkcjonowania państwa i</w:t>
            </w:r>
            <w:r w:rsidR="6E5D5EBC" w:rsidRPr="4D17DED3">
              <w:rPr>
                <w:rFonts w:ascii="Corbel" w:hAnsi="Corbel"/>
                <w:sz w:val="24"/>
                <w:szCs w:val="24"/>
              </w:rPr>
              <w:t xml:space="preserve"> </w:t>
            </w:r>
            <w:r w:rsidRPr="4D17DED3">
              <w:rPr>
                <w:rFonts w:ascii="Corbel" w:hAnsi="Corbel"/>
                <w:sz w:val="24"/>
                <w:szCs w:val="24"/>
              </w:rPr>
              <w:t>polityki</w:t>
            </w:r>
          </w:p>
        </w:tc>
        <w:tc>
          <w:tcPr>
            <w:tcW w:w="1873" w:type="dxa"/>
          </w:tcPr>
          <w:p w14:paraId="40552CD6" w14:textId="2824BECA" w:rsidR="0085747A" w:rsidRPr="00756855" w:rsidRDefault="00CB36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56855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756855" w14:paraId="4E7AD4B5" w14:textId="77777777" w:rsidTr="4D17DED3">
        <w:tc>
          <w:tcPr>
            <w:tcW w:w="1701" w:type="dxa"/>
          </w:tcPr>
          <w:p w14:paraId="5EA665CE" w14:textId="1EB31A4B" w:rsidR="0085747A" w:rsidRPr="0075685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5685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B13A7" w:rsidRPr="0075685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09C8A92" w14:textId="17D6545D" w:rsidR="0085747A" w:rsidRPr="00756855" w:rsidRDefault="4D2F4005" w:rsidP="360854CC">
            <w:pPr>
              <w:spacing w:after="16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60854CC">
              <w:rPr>
                <w:rFonts w:ascii="Corbel" w:hAnsi="Corbel"/>
                <w:sz w:val="24"/>
                <w:szCs w:val="24"/>
              </w:rPr>
              <w:t>Rozumie istotę władzy politycznej</w:t>
            </w:r>
          </w:p>
        </w:tc>
        <w:tc>
          <w:tcPr>
            <w:tcW w:w="1873" w:type="dxa"/>
          </w:tcPr>
          <w:p w14:paraId="007CCAC0" w14:textId="3E1FB185" w:rsidR="0085747A" w:rsidRPr="00756855" w:rsidRDefault="000811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5685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AB13A7" w:rsidRPr="00756855" w14:paraId="71FBBD28" w14:textId="77777777" w:rsidTr="4D17DED3">
        <w:tc>
          <w:tcPr>
            <w:tcW w:w="1701" w:type="dxa"/>
          </w:tcPr>
          <w:p w14:paraId="165C423B" w14:textId="17018076" w:rsidR="00AB13A7" w:rsidRPr="00756855" w:rsidRDefault="00AB1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5685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C658B93" w14:textId="4F9EAFE0" w:rsidR="00AB13A7" w:rsidRPr="00756855" w:rsidRDefault="326819DD" w:rsidP="360854CC">
            <w:pPr>
              <w:spacing w:after="16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60854CC">
              <w:rPr>
                <w:rFonts w:ascii="Corbel" w:hAnsi="Corbel"/>
                <w:sz w:val="24"/>
                <w:szCs w:val="24"/>
              </w:rPr>
              <w:t>Potrafi wykonać proste analizy procesów politycznych</w:t>
            </w:r>
          </w:p>
        </w:tc>
        <w:tc>
          <w:tcPr>
            <w:tcW w:w="1873" w:type="dxa"/>
          </w:tcPr>
          <w:p w14:paraId="0EA884CF" w14:textId="0AF7B79B" w:rsidR="00AB13A7" w:rsidRPr="00756855" w:rsidRDefault="009D74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5685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8117B" w:rsidRPr="00756855" w14:paraId="6D1CA75C" w14:textId="77777777" w:rsidTr="4D17DED3">
        <w:tc>
          <w:tcPr>
            <w:tcW w:w="1701" w:type="dxa"/>
          </w:tcPr>
          <w:p w14:paraId="1AABB80A" w14:textId="38B79A3D" w:rsidR="0008117B" w:rsidRPr="00756855" w:rsidRDefault="00DE6D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5685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8C0124D" w14:textId="2517DA39" w:rsidR="0008117B" w:rsidRPr="00756855" w:rsidRDefault="326819DD" w:rsidP="360854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60854CC">
              <w:rPr>
                <w:rFonts w:ascii="Corbel" w:hAnsi="Corbel"/>
                <w:b w:val="0"/>
                <w:smallCaps w:val="0"/>
              </w:rPr>
              <w:t>Jest gotów do pogłębiania własnej wiedzy z zakresu polityki</w:t>
            </w:r>
            <w:r w:rsidR="1D1074A5" w:rsidRPr="360854CC">
              <w:rPr>
                <w:rFonts w:ascii="Corbel" w:hAnsi="Corbel"/>
                <w:b w:val="0"/>
                <w:smallCaps w:val="0"/>
              </w:rPr>
              <w:t xml:space="preserve"> i stosunków międzynarodowych</w:t>
            </w:r>
          </w:p>
        </w:tc>
        <w:tc>
          <w:tcPr>
            <w:tcW w:w="1873" w:type="dxa"/>
          </w:tcPr>
          <w:p w14:paraId="0B8AF66F" w14:textId="36218612" w:rsidR="0008117B" w:rsidRPr="00756855" w:rsidRDefault="00DE6D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5685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593EFC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81B738" w14:textId="3BA761BC" w:rsidR="00675843" w:rsidRPr="00C226B3" w:rsidRDefault="00675843" w:rsidP="00C226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D70275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A1F2DE" w14:textId="3E5A28DB" w:rsidR="0085747A" w:rsidRPr="00C226B3" w:rsidRDefault="00C226B3" w:rsidP="00C226B3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  <w:r w:rsidRPr="360854CC">
        <w:rPr>
          <w:rFonts w:ascii="Corbel" w:hAnsi="Corbel"/>
          <w:sz w:val="24"/>
          <w:szCs w:val="24"/>
        </w:rPr>
        <w:t xml:space="preserve">B. </w:t>
      </w:r>
      <w:r w:rsidR="0085747A" w:rsidRPr="360854C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360854CC">
        <w:rPr>
          <w:rFonts w:ascii="Corbel" w:hAnsi="Corbel"/>
          <w:sz w:val="24"/>
          <w:szCs w:val="24"/>
        </w:rPr>
        <w:t xml:space="preserve">, </w:t>
      </w:r>
      <w:r w:rsidR="0085747A" w:rsidRPr="360854C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E908F4" w14:textId="77777777" w:rsidTr="360854CC">
        <w:tc>
          <w:tcPr>
            <w:tcW w:w="9520" w:type="dxa"/>
          </w:tcPr>
          <w:p w14:paraId="7791D6C4" w14:textId="77777777" w:rsidR="0085747A" w:rsidRPr="00BC0CA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C0CA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94CBC" w14:paraId="5B222E41" w14:textId="77777777" w:rsidTr="360854C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6889" w14:textId="77777777" w:rsidR="00894CBC" w:rsidRPr="00894CBC" w:rsidRDefault="00894CBC" w:rsidP="00894C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94CBC">
              <w:rPr>
                <w:rFonts w:ascii="Corbel" w:hAnsi="Corbel"/>
                <w:sz w:val="24"/>
                <w:szCs w:val="24"/>
              </w:rPr>
              <w:t xml:space="preserve">Nauka o polityce - zagadnienia wprowadzające </w:t>
            </w:r>
          </w:p>
        </w:tc>
      </w:tr>
      <w:tr w:rsidR="00894CBC" w14:paraId="13E631C3" w14:textId="77777777" w:rsidTr="360854C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3D16" w14:textId="157163D0" w:rsidR="00894CBC" w:rsidRPr="00894CBC" w:rsidRDefault="00894CBC" w:rsidP="00894C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Państwo, władza polityczna i władza państwowa</w:t>
            </w:r>
          </w:p>
        </w:tc>
      </w:tr>
      <w:tr w:rsidR="00894CBC" w14:paraId="6C4381E0" w14:textId="77777777" w:rsidTr="360854C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6654" w14:textId="77777777" w:rsidR="00894CBC" w:rsidRPr="00894CBC" w:rsidRDefault="00894CBC" w:rsidP="00894C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94CBC">
              <w:rPr>
                <w:rFonts w:ascii="Corbel" w:hAnsi="Corbel"/>
                <w:sz w:val="24"/>
                <w:szCs w:val="24"/>
              </w:rPr>
              <w:t xml:space="preserve">Kierunki i koncepcje definiowania polityki </w:t>
            </w:r>
          </w:p>
        </w:tc>
      </w:tr>
      <w:tr w:rsidR="00894CBC" w14:paraId="76EE6242" w14:textId="77777777" w:rsidTr="360854C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54A6" w14:textId="3B11E0DA" w:rsidR="00894CBC" w:rsidRPr="00894CBC" w:rsidRDefault="0C96583B" w:rsidP="00894C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360854CC">
              <w:rPr>
                <w:rFonts w:ascii="Corbel" w:hAnsi="Corbel"/>
                <w:sz w:val="24"/>
                <w:szCs w:val="24"/>
              </w:rPr>
              <w:t xml:space="preserve">Racjonalny i konfliktowy charakter polityki jako zjawiska społecznego </w:t>
            </w:r>
          </w:p>
        </w:tc>
      </w:tr>
      <w:tr w:rsidR="00894CBC" w14:paraId="51F5E82B" w14:textId="77777777" w:rsidTr="360854C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64DB" w14:textId="77777777" w:rsidR="00894CBC" w:rsidRPr="00894CBC" w:rsidRDefault="00894CBC" w:rsidP="00894C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94CBC">
              <w:rPr>
                <w:rFonts w:ascii="Corbel" w:hAnsi="Corbel"/>
                <w:sz w:val="24"/>
                <w:szCs w:val="24"/>
              </w:rPr>
              <w:t xml:space="preserve">Polityka a polityczność </w:t>
            </w:r>
          </w:p>
        </w:tc>
      </w:tr>
      <w:tr w:rsidR="00894CBC" w14:paraId="4F5E27DB" w14:textId="77777777" w:rsidTr="360854C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A5D1" w14:textId="77777777" w:rsidR="00894CBC" w:rsidRPr="00894CBC" w:rsidRDefault="00894CBC" w:rsidP="00894C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94CBC">
              <w:rPr>
                <w:rFonts w:ascii="Corbel" w:hAnsi="Corbel"/>
                <w:sz w:val="24"/>
                <w:szCs w:val="24"/>
              </w:rPr>
              <w:t xml:space="preserve">Podstawowe pojęcia w podmiotowym ujęciu polityki </w:t>
            </w:r>
          </w:p>
        </w:tc>
      </w:tr>
      <w:tr w:rsidR="00894CBC" w14:paraId="79392952" w14:textId="77777777" w:rsidTr="360854C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4970" w14:textId="77777777" w:rsidR="00894CBC" w:rsidRPr="00894CBC" w:rsidRDefault="00894CBC" w:rsidP="00894C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94CBC">
              <w:rPr>
                <w:rFonts w:ascii="Corbel" w:hAnsi="Corbel"/>
                <w:sz w:val="24"/>
                <w:szCs w:val="24"/>
              </w:rPr>
              <w:t xml:space="preserve">Podstawowe pojęcia w przedmiotowym ujęciu polityki </w:t>
            </w:r>
          </w:p>
        </w:tc>
      </w:tr>
      <w:tr w:rsidR="00894CBC" w14:paraId="2D362E66" w14:textId="77777777" w:rsidTr="360854C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349D" w14:textId="77777777" w:rsidR="00894CBC" w:rsidRPr="00894CBC" w:rsidRDefault="00894CBC" w:rsidP="00894C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94CBC">
              <w:rPr>
                <w:rFonts w:ascii="Corbel" w:hAnsi="Corbel"/>
                <w:sz w:val="24"/>
                <w:szCs w:val="24"/>
              </w:rPr>
              <w:t xml:space="preserve">Władza polityczna w państwie </w:t>
            </w:r>
          </w:p>
        </w:tc>
      </w:tr>
      <w:tr w:rsidR="00894CBC" w14:paraId="6EE5E98C" w14:textId="77777777" w:rsidTr="360854C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BDD9" w14:textId="77777777" w:rsidR="00894CBC" w:rsidRPr="00894CBC" w:rsidRDefault="00894CBC" w:rsidP="00894C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94CBC">
              <w:rPr>
                <w:rFonts w:ascii="Corbel" w:hAnsi="Corbel"/>
                <w:sz w:val="24"/>
                <w:szCs w:val="24"/>
              </w:rPr>
              <w:t xml:space="preserve">Legitymizacyjne uwarunkowania polityki </w:t>
            </w:r>
          </w:p>
        </w:tc>
      </w:tr>
      <w:tr w:rsidR="00894CBC" w14:paraId="26DC46E0" w14:textId="77777777" w:rsidTr="360854C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9726" w14:textId="77777777" w:rsidR="00894CBC" w:rsidRPr="00894CBC" w:rsidRDefault="00894CBC" w:rsidP="00894C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94CBC">
              <w:rPr>
                <w:rFonts w:ascii="Corbel" w:hAnsi="Corbel"/>
                <w:sz w:val="24"/>
                <w:szCs w:val="24"/>
              </w:rPr>
              <w:t xml:space="preserve">Opinia publiczna </w:t>
            </w:r>
          </w:p>
        </w:tc>
      </w:tr>
    </w:tbl>
    <w:p w14:paraId="20D955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EC7677" w14:textId="4CFA148D" w:rsidR="00E960BB" w:rsidRPr="000C0C00" w:rsidRDefault="009F4610" w:rsidP="000C0C0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0F5480" w14:textId="23299EC6" w:rsidR="000C0C00" w:rsidRDefault="000C0C0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BCD78B" w14:textId="3531A7AB" w:rsidR="000C0C00" w:rsidRPr="000C0C00" w:rsidRDefault="000C0C0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0C0C00">
        <w:rPr>
          <w:rFonts w:ascii="Corbel" w:hAnsi="Corbel"/>
          <w:b w:val="0"/>
          <w:bCs/>
          <w:smallCaps w:val="0"/>
          <w:szCs w:val="24"/>
        </w:rPr>
        <w:t>Metoda projektów, praca w grupach, dyskusja</w:t>
      </w:r>
    </w:p>
    <w:p w14:paraId="35E4818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4A0AB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588B1F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203B2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78938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6"/>
        <w:gridCol w:w="2115"/>
      </w:tblGrid>
      <w:tr w:rsidR="0085747A" w:rsidRPr="009C54AE" w14:paraId="693F0163" w14:textId="77777777" w:rsidTr="008F2E01">
        <w:tc>
          <w:tcPr>
            <w:tcW w:w="1959" w:type="dxa"/>
            <w:vAlign w:val="center"/>
          </w:tcPr>
          <w:p w14:paraId="463B2D5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6" w:type="dxa"/>
            <w:vAlign w:val="center"/>
          </w:tcPr>
          <w:p w14:paraId="67475D43" w14:textId="73B922F8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721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37D1BA7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5" w:type="dxa"/>
            <w:vAlign w:val="center"/>
          </w:tcPr>
          <w:p w14:paraId="03EA587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51B2A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7D6B23B7" w14:textId="77777777" w:rsidTr="008F2E01">
        <w:tc>
          <w:tcPr>
            <w:tcW w:w="1959" w:type="dxa"/>
          </w:tcPr>
          <w:p w14:paraId="31251B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6" w:type="dxa"/>
          </w:tcPr>
          <w:p w14:paraId="779F5307" w14:textId="34A4BCAB" w:rsidR="0085747A" w:rsidRPr="00557DC8" w:rsidRDefault="00557DC8" w:rsidP="00557DC8">
            <w:pPr>
              <w:rPr>
                <w:b/>
              </w:rPr>
            </w:pPr>
            <w:r w:rsidRPr="00557DC8">
              <w:t>Zaliczenie ćwiczeń</w:t>
            </w:r>
          </w:p>
        </w:tc>
        <w:tc>
          <w:tcPr>
            <w:tcW w:w="2115" w:type="dxa"/>
          </w:tcPr>
          <w:p w14:paraId="36412D14" w14:textId="3041D629" w:rsidR="0085747A" w:rsidRPr="009C54AE" w:rsidRDefault="008F2E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F2E01" w:rsidRPr="009C54AE" w14:paraId="62CC60AC" w14:textId="77777777" w:rsidTr="008F2E01">
        <w:tc>
          <w:tcPr>
            <w:tcW w:w="1959" w:type="dxa"/>
          </w:tcPr>
          <w:p w14:paraId="12462050" w14:textId="77777777" w:rsidR="008F2E01" w:rsidRPr="009C54AE" w:rsidRDefault="008F2E01" w:rsidP="008F2E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6" w:type="dxa"/>
          </w:tcPr>
          <w:p w14:paraId="27526838" w14:textId="56FD9AE9" w:rsidR="008F2E01" w:rsidRPr="009C54AE" w:rsidRDefault="008F2E01" w:rsidP="008F2E01">
            <w:pPr>
              <w:rPr>
                <w:b/>
              </w:rPr>
            </w:pPr>
            <w:r w:rsidRPr="00837DDC">
              <w:t>Zaliczenie ćwiczeń</w:t>
            </w:r>
          </w:p>
        </w:tc>
        <w:tc>
          <w:tcPr>
            <w:tcW w:w="2115" w:type="dxa"/>
          </w:tcPr>
          <w:p w14:paraId="1F74E6F1" w14:textId="554C5DEE" w:rsidR="008F2E01" w:rsidRPr="009C54AE" w:rsidRDefault="008F2E01" w:rsidP="008F2E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F2E01" w:rsidRPr="009C54AE" w14:paraId="164515D1" w14:textId="77777777" w:rsidTr="008F2E01">
        <w:tc>
          <w:tcPr>
            <w:tcW w:w="1959" w:type="dxa"/>
          </w:tcPr>
          <w:p w14:paraId="47EAC61E" w14:textId="3B011E67" w:rsidR="008F2E01" w:rsidRPr="009C54AE" w:rsidRDefault="008F2E01" w:rsidP="008F2E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6" w:type="dxa"/>
          </w:tcPr>
          <w:p w14:paraId="14BF4192" w14:textId="0F0E4E0F" w:rsidR="008F2E01" w:rsidRPr="00837DDC" w:rsidRDefault="008F2E01" w:rsidP="008F2E01">
            <w:pPr>
              <w:rPr>
                <w:rFonts w:ascii="Corbel" w:hAnsi="Corbel"/>
                <w:szCs w:val="24"/>
              </w:rPr>
            </w:pPr>
            <w:r w:rsidRPr="00837DDC">
              <w:t>Zaliczenie ćwiczeń</w:t>
            </w:r>
          </w:p>
        </w:tc>
        <w:tc>
          <w:tcPr>
            <w:tcW w:w="2115" w:type="dxa"/>
          </w:tcPr>
          <w:p w14:paraId="08433B42" w14:textId="27B5BDD3" w:rsidR="008F2E01" w:rsidRPr="009C54AE" w:rsidRDefault="008F2E01" w:rsidP="008F2E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F2E01" w:rsidRPr="009C54AE" w14:paraId="7166A8E5" w14:textId="77777777" w:rsidTr="008F2E01">
        <w:tc>
          <w:tcPr>
            <w:tcW w:w="1959" w:type="dxa"/>
          </w:tcPr>
          <w:p w14:paraId="4B9975C9" w14:textId="2E345FEE" w:rsidR="008F2E01" w:rsidRPr="009C54AE" w:rsidRDefault="008F2E01" w:rsidP="008F2E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6" w:type="dxa"/>
          </w:tcPr>
          <w:p w14:paraId="1CC3C46B" w14:textId="45E389D4" w:rsidR="008F2E01" w:rsidRPr="00FB5DC4" w:rsidRDefault="008F2E01" w:rsidP="008F2E01">
            <w:pPr>
              <w:spacing w:after="33" w:line="244" w:lineRule="auto"/>
              <w:ind w:right="1116"/>
              <w:rPr>
                <w:rFonts w:cs="Calibri"/>
                <w:color w:val="000000"/>
                <w:lang w:eastAsia="pl-PL"/>
              </w:rPr>
            </w:pPr>
            <w:r w:rsidRPr="00FB5DC4">
              <w:rPr>
                <w:rFonts w:ascii="Corbel" w:eastAsia="Corbel" w:hAnsi="Corbel" w:cs="Corbel"/>
                <w:color w:val="000000"/>
                <w:lang w:eastAsia="pl-PL"/>
              </w:rPr>
              <w:t xml:space="preserve">ocena wypowiedzi studenta podczas ćwiczeń </w:t>
            </w:r>
          </w:p>
          <w:p w14:paraId="34BB87B1" w14:textId="77777777" w:rsidR="008F2E01" w:rsidRDefault="008F2E01" w:rsidP="008F2E01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  <w:sz w:val="22"/>
                <w:lang w:eastAsia="pl-PL"/>
              </w:rPr>
            </w:pPr>
            <w:r w:rsidRPr="00FB5DC4">
              <w:rPr>
                <w:rFonts w:ascii="Corbel" w:eastAsia="Corbel" w:hAnsi="Corbel" w:cs="Corbel"/>
                <w:b w:val="0"/>
                <w:smallCaps w:val="0"/>
                <w:color w:val="000000"/>
                <w:sz w:val="22"/>
                <w:lang w:eastAsia="pl-PL"/>
              </w:rPr>
              <w:t>obserwacja pracy studenta podczas ćwiczeń;</w:t>
            </w:r>
          </w:p>
          <w:p w14:paraId="594885FF" w14:textId="57CD9A66" w:rsidR="008F2E01" w:rsidRPr="009C54AE" w:rsidRDefault="008F2E01" w:rsidP="008F2E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DC4">
              <w:rPr>
                <w:rFonts w:ascii="Corbel" w:eastAsia="Corbel" w:hAnsi="Corbel" w:cs="Corbel"/>
                <w:b w:val="0"/>
                <w:smallCaps w:val="0"/>
                <w:color w:val="000000"/>
                <w:sz w:val="22"/>
                <w:lang w:eastAsia="pl-PL"/>
              </w:rPr>
              <w:t xml:space="preserve"> ocena postawy studenta podczas </w:t>
            </w:r>
            <w:r>
              <w:rPr>
                <w:rFonts w:ascii="Corbel" w:eastAsia="Corbel" w:hAnsi="Corbel" w:cs="Corbel"/>
                <w:b w:val="0"/>
                <w:smallCaps w:val="0"/>
                <w:color w:val="000000"/>
                <w:sz w:val="22"/>
                <w:lang w:eastAsia="pl-PL"/>
              </w:rPr>
              <w:t>zaliczenia</w:t>
            </w:r>
          </w:p>
        </w:tc>
        <w:tc>
          <w:tcPr>
            <w:tcW w:w="2115" w:type="dxa"/>
          </w:tcPr>
          <w:p w14:paraId="4E4969A4" w14:textId="6E21552C" w:rsidR="008F2E01" w:rsidRPr="009C54AE" w:rsidRDefault="008F2E01" w:rsidP="008F2E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F2E01" w:rsidRPr="009C54AE" w14:paraId="33CB6F01" w14:textId="77777777" w:rsidTr="008F2E01">
        <w:tc>
          <w:tcPr>
            <w:tcW w:w="1959" w:type="dxa"/>
          </w:tcPr>
          <w:p w14:paraId="7D38600A" w14:textId="06A680E9" w:rsidR="008F2E01" w:rsidRPr="009C54AE" w:rsidRDefault="008F2E01" w:rsidP="008F2E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6" w:type="dxa"/>
          </w:tcPr>
          <w:p w14:paraId="5F5E4BA0" w14:textId="77777777" w:rsidR="008F2E01" w:rsidRDefault="008F2E01" w:rsidP="008F2E01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  <w:sz w:val="22"/>
                <w:lang w:eastAsia="pl-PL"/>
              </w:rPr>
            </w:pPr>
            <w:r w:rsidRPr="00FB5DC4">
              <w:rPr>
                <w:rFonts w:ascii="Corbel" w:eastAsia="Corbel" w:hAnsi="Corbel" w:cs="Corbel"/>
                <w:b w:val="0"/>
                <w:smallCaps w:val="0"/>
                <w:color w:val="000000"/>
                <w:sz w:val="22"/>
                <w:lang w:eastAsia="pl-PL"/>
              </w:rPr>
              <w:t>obserwacja pracy studenta podczas ćwiczeń;</w:t>
            </w:r>
          </w:p>
          <w:p w14:paraId="76C94FDF" w14:textId="3F881F1A" w:rsidR="008F2E01" w:rsidRPr="009C54AE" w:rsidRDefault="008F2E01" w:rsidP="008F2E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B5DC4">
              <w:rPr>
                <w:rFonts w:ascii="Corbel" w:eastAsia="Corbel" w:hAnsi="Corbel" w:cs="Corbel"/>
                <w:b w:val="0"/>
                <w:smallCaps w:val="0"/>
                <w:color w:val="000000"/>
                <w:sz w:val="22"/>
                <w:lang w:eastAsia="pl-PL"/>
              </w:rPr>
              <w:t xml:space="preserve"> ocena postawy studenta podczas </w:t>
            </w:r>
            <w:r>
              <w:rPr>
                <w:rFonts w:ascii="Corbel" w:eastAsia="Corbel" w:hAnsi="Corbel" w:cs="Corbel"/>
                <w:b w:val="0"/>
                <w:smallCaps w:val="0"/>
                <w:color w:val="000000"/>
                <w:sz w:val="22"/>
                <w:lang w:eastAsia="pl-PL"/>
              </w:rPr>
              <w:t>zaliczenia</w:t>
            </w:r>
          </w:p>
        </w:tc>
        <w:tc>
          <w:tcPr>
            <w:tcW w:w="2115" w:type="dxa"/>
          </w:tcPr>
          <w:p w14:paraId="240A221D" w14:textId="6AC3155F" w:rsidR="008F2E01" w:rsidRPr="009C54AE" w:rsidRDefault="008F2E01" w:rsidP="008F2E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55A59E5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B96DF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DBC733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DFFE4B" w14:textId="77777777" w:rsidTr="360854CC">
        <w:tc>
          <w:tcPr>
            <w:tcW w:w="9670" w:type="dxa"/>
          </w:tcPr>
          <w:p w14:paraId="7037664F" w14:textId="77777777" w:rsidR="000C5EE7" w:rsidRPr="000C5EE7" w:rsidRDefault="000C5EE7" w:rsidP="000C5E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5EE7">
              <w:rPr>
                <w:rFonts w:ascii="Corbel" w:hAnsi="Corbel"/>
                <w:b w:val="0"/>
                <w:smallCaps w:val="0"/>
                <w:szCs w:val="24"/>
              </w:rPr>
              <w:t>KRYTERIA OCEN:</w:t>
            </w:r>
          </w:p>
          <w:p w14:paraId="185CE1D5" w14:textId="77777777" w:rsidR="000C5EE7" w:rsidRPr="000C5EE7" w:rsidRDefault="000C5EE7" w:rsidP="000C5E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5EE7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uczenia się na poziomie 91%-100%</w:t>
            </w:r>
          </w:p>
          <w:p w14:paraId="3E50690B" w14:textId="77777777" w:rsidR="000C5EE7" w:rsidRPr="000C5EE7" w:rsidRDefault="000C5EE7" w:rsidP="000C5E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5EE7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uczenia się na poziomie 81%-90%</w:t>
            </w:r>
          </w:p>
          <w:p w14:paraId="2DDA9B78" w14:textId="77777777" w:rsidR="000C5EE7" w:rsidRPr="000C5EE7" w:rsidRDefault="000C5EE7" w:rsidP="000C5E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5EE7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uczenia się na poziomie 71%-80%</w:t>
            </w:r>
          </w:p>
          <w:p w14:paraId="368B2795" w14:textId="77777777" w:rsidR="000C5EE7" w:rsidRPr="000C5EE7" w:rsidRDefault="000C5EE7" w:rsidP="000C5E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5EE7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uczenia się na poziomie 61%-70%</w:t>
            </w:r>
          </w:p>
          <w:p w14:paraId="137A4291" w14:textId="77777777" w:rsidR="000C5EE7" w:rsidRPr="000C5EE7" w:rsidRDefault="000C5EE7" w:rsidP="000C5E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5EE7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uczenia się na poziomie 51%-60%</w:t>
            </w:r>
          </w:p>
          <w:p w14:paraId="219C3688" w14:textId="54587A6F" w:rsidR="0085747A" w:rsidRPr="009C54AE" w:rsidRDefault="1E05EC9D" w:rsidP="000C5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60854CC">
              <w:rPr>
                <w:rFonts w:ascii="Corbel" w:hAnsi="Corbel"/>
                <w:b w:val="0"/>
                <w:smallCaps w:val="0"/>
              </w:rPr>
              <w:t>2.0– wykazuje znajomość każdej z treści uczenia się poniżej 50%</w:t>
            </w:r>
          </w:p>
          <w:p w14:paraId="6569835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B2B3A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7D41C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50D9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C902A68" w14:textId="77777777" w:rsidTr="4D17DED3">
        <w:tc>
          <w:tcPr>
            <w:tcW w:w="4962" w:type="dxa"/>
            <w:vAlign w:val="center"/>
          </w:tcPr>
          <w:p w14:paraId="7CA8F0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1519E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0521FE6" w14:textId="77777777" w:rsidTr="4D17DED3">
        <w:tc>
          <w:tcPr>
            <w:tcW w:w="4962" w:type="dxa"/>
          </w:tcPr>
          <w:p w14:paraId="21B7B02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D17DED3">
              <w:rPr>
                <w:rFonts w:ascii="Corbel" w:hAnsi="Corbel"/>
                <w:sz w:val="24"/>
                <w:szCs w:val="24"/>
              </w:rPr>
              <w:t>G</w:t>
            </w:r>
            <w:r w:rsidR="0085747A" w:rsidRPr="4D17DED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4D17DED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4D17DED3">
              <w:rPr>
                <w:rFonts w:ascii="Corbel" w:hAnsi="Corbel"/>
                <w:sz w:val="24"/>
                <w:szCs w:val="24"/>
              </w:rPr>
              <w:t xml:space="preserve"> w</w:t>
            </w:r>
            <w:r w:rsidRPr="4D17DED3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4D17DED3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4D17DED3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4D17DED3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4B769D7C" w:rsidRPr="4D17DED3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4D17DED3">
              <w:rPr>
                <w:rFonts w:ascii="Corbel" w:hAnsi="Corbel"/>
                <w:sz w:val="24"/>
                <w:szCs w:val="24"/>
              </w:rPr>
              <w:t xml:space="preserve"> </w:t>
            </w:r>
            <w:r w:rsidRPr="4D17DED3">
              <w:rPr>
                <w:rFonts w:ascii="Corbel" w:hAnsi="Corbel"/>
                <w:sz w:val="24"/>
                <w:szCs w:val="24"/>
              </w:rPr>
              <w:t>studiów</w:t>
            </w:r>
            <w:r w:rsidR="4B769D7C" w:rsidRPr="4D17DED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EEC7506" w14:textId="4DE151B9" w:rsidR="0085747A" w:rsidRPr="009C54AE" w:rsidRDefault="00756855" w:rsidP="360854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60854CC">
              <w:rPr>
                <w:rFonts w:ascii="Corbel" w:hAnsi="Corbel"/>
                <w:sz w:val="24"/>
                <w:szCs w:val="24"/>
              </w:rPr>
              <w:t>2</w:t>
            </w:r>
            <w:r w:rsidR="1E05EC9D" w:rsidRPr="360854C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15108DD6" w14:textId="77777777" w:rsidTr="4D17DED3">
        <w:tc>
          <w:tcPr>
            <w:tcW w:w="4962" w:type="dxa"/>
          </w:tcPr>
          <w:p w14:paraId="199EA7A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2772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BF0EF13" w14:textId="12AACA49" w:rsidR="00C61DC5" w:rsidRPr="009C54AE" w:rsidRDefault="1E05EC9D" w:rsidP="360854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60854CC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E881CDF" w14:textId="77777777" w:rsidTr="4D17DED3">
        <w:tc>
          <w:tcPr>
            <w:tcW w:w="4962" w:type="dxa"/>
          </w:tcPr>
          <w:p w14:paraId="371E0DC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70461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E0E881A" w14:textId="6F8F78C8" w:rsidR="00C61DC5" w:rsidRPr="009C54AE" w:rsidRDefault="00756855" w:rsidP="360854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60854CC">
              <w:rPr>
                <w:rFonts w:ascii="Corbel" w:hAnsi="Corbel"/>
                <w:sz w:val="24"/>
                <w:szCs w:val="24"/>
              </w:rPr>
              <w:t>4</w:t>
            </w:r>
            <w:r w:rsidR="1E05EC9D" w:rsidRPr="360854CC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20427BD8" w14:textId="77777777" w:rsidTr="4D17DED3">
        <w:tc>
          <w:tcPr>
            <w:tcW w:w="4962" w:type="dxa"/>
          </w:tcPr>
          <w:p w14:paraId="36C85F2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FF7CB63" w14:textId="7957AA63" w:rsidR="0085747A" w:rsidRPr="009C54AE" w:rsidRDefault="1E05EC9D" w:rsidP="360854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60854CC"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85747A" w:rsidRPr="009C54AE" w14:paraId="17B2D8E8" w14:textId="77777777" w:rsidTr="4D17DED3">
        <w:tc>
          <w:tcPr>
            <w:tcW w:w="4962" w:type="dxa"/>
          </w:tcPr>
          <w:p w14:paraId="3195D00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B599B97" w14:textId="333093F9" w:rsidR="0085747A" w:rsidRPr="009C54AE" w:rsidRDefault="1E05EC9D" w:rsidP="360854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60854C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33809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C14B6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77D53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93C5E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55719BAF" w14:textId="7610D5A3" w:rsidR="003E1941" w:rsidRDefault="00C226B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brak </w:t>
      </w:r>
    </w:p>
    <w:p w14:paraId="405B4791" w14:textId="77777777" w:rsidR="00C226B3" w:rsidRPr="009C54AE" w:rsidRDefault="00C226B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6E750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28B2E1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0"/>
      </w:tblGrid>
      <w:tr w:rsidR="0085747A" w:rsidRPr="009C54AE" w14:paraId="6683C0F5" w14:textId="77777777" w:rsidTr="4D17DED3">
        <w:trPr>
          <w:trHeight w:val="397"/>
        </w:trPr>
        <w:tc>
          <w:tcPr>
            <w:tcW w:w="8640" w:type="dxa"/>
          </w:tcPr>
          <w:p w14:paraId="32C99EF1" w14:textId="72C94457" w:rsidR="00C4088D" w:rsidRPr="00C4088D" w:rsidRDefault="0085747A" w:rsidP="360854CC">
            <w:pPr>
              <w:pStyle w:val="Punktygwne"/>
              <w:spacing w:after="0"/>
              <w:rPr>
                <w:rFonts w:ascii="Corbel" w:hAnsi="Corbel"/>
                <w:bCs/>
                <w:smallCaps w:val="0"/>
              </w:rPr>
            </w:pPr>
            <w:r w:rsidRPr="360854CC">
              <w:rPr>
                <w:rFonts w:ascii="Corbel" w:hAnsi="Corbel"/>
                <w:bCs/>
                <w:smallCaps w:val="0"/>
              </w:rPr>
              <w:t>Literatura podstawowa:</w:t>
            </w:r>
            <w:r w:rsidR="028AD45D" w:rsidRPr="360854CC">
              <w:rPr>
                <w:bCs/>
              </w:rPr>
              <w:t xml:space="preserve"> </w:t>
            </w:r>
          </w:p>
          <w:p w14:paraId="4360A31B" w14:textId="5801261F" w:rsidR="004B74D2" w:rsidRPr="004B74D2" w:rsidRDefault="004B74D2" w:rsidP="004B74D2">
            <w:pPr>
              <w:spacing w:after="38" w:line="240" w:lineRule="auto"/>
              <w:rPr>
                <w:rFonts w:cs="Calibri"/>
                <w:b/>
                <w:color w:val="000000"/>
                <w:lang w:eastAsia="pl-PL"/>
              </w:rPr>
            </w:pPr>
          </w:p>
          <w:p w14:paraId="6D5E29FB" w14:textId="1CEFC69E" w:rsidR="004B74D2" w:rsidRPr="004B74D2" w:rsidRDefault="004B74D2" w:rsidP="004B74D2">
            <w:pPr>
              <w:spacing w:after="37" w:line="247" w:lineRule="auto"/>
              <w:rPr>
                <w:rFonts w:cs="Calibri"/>
                <w:color w:val="000000"/>
                <w:lang w:eastAsia="pl-PL"/>
              </w:rPr>
            </w:pPr>
            <w:r w:rsidRPr="004B74D2">
              <w:rPr>
                <w:rFonts w:ascii="Corbel" w:eastAsia="Corbel" w:hAnsi="Corbel" w:cs="Corbel"/>
                <w:i/>
                <w:color w:val="000000"/>
                <w:sz w:val="24"/>
                <w:lang w:eastAsia="pl-PL"/>
              </w:rPr>
              <w:t>Wprowadzenie do nauki o państwie i polityce</w:t>
            </w:r>
            <w:r w:rsidRPr="004B74D2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, red. B. Szmulik, M. Żmigrodzki, Lublin 2007. </w:t>
            </w:r>
          </w:p>
          <w:p w14:paraId="507D86F5" w14:textId="14FF479A" w:rsidR="004B74D2" w:rsidRDefault="004B74D2" w:rsidP="004B74D2">
            <w:pPr>
              <w:spacing w:after="38" w:line="240" w:lineRule="auto"/>
              <w:rPr>
                <w:rFonts w:ascii="Corbel" w:eastAsia="Corbel" w:hAnsi="Corbel" w:cs="Corbel"/>
                <w:color w:val="000000"/>
                <w:sz w:val="24"/>
                <w:lang w:eastAsia="pl-PL"/>
              </w:rPr>
            </w:pPr>
            <w:r w:rsidRPr="004B74D2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Heywood A., </w:t>
            </w:r>
            <w:r w:rsidRPr="004B74D2">
              <w:rPr>
                <w:rFonts w:ascii="Corbel" w:eastAsia="Corbel" w:hAnsi="Corbel" w:cs="Corbel"/>
                <w:i/>
                <w:color w:val="000000"/>
                <w:sz w:val="24"/>
                <w:lang w:eastAsia="pl-PL"/>
              </w:rPr>
              <w:t>Politologia</w:t>
            </w:r>
            <w:r w:rsidRPr="004B74D2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, Warszawa 2006. </w:t>
            </w:r>
          </w:p>
          <w:p w14:paraId="206A8E87" w14:textId="43138DAF" w:rsidR="009B2952" w:rsidRPr="004B74D2" w:rsidRDefault="009B2952" w:rsidP="009B2952">
            <w:pPr>
              <w:spacing w:after="37" w:line="247" w:lineRule="auto"/>
              <w:rPr>
                <w:rFonts w:ascii="Corbel" w:eastAsia="Corbel" w:hAnsi="Corbel" w:cs="Corbel"/>
                <w:color w:val="000000"/>
                <w:sz w:val="24"/>
                <w:lang w:eastAsia="pl-PL"/>
              </w:rPr>
            </w:pPr>
            <w:r w:rsidRPr="004B74D2">
              <w:rPr>
                <w:rFonts w:ascii="Corbel" w:eastAsia="Corbel" w:hAnsi="Corbel" w:cs="Corbel"/>
                <w:i/>
                <w:color w:val="000000"/>
                <w:sz w:val="24"/>
                <w:lang w:eastAsia="pl-PL"/>
              </w:rPr>
              <w:t>Podstawowe kategorie badawcze w nauce o polityce</w:t>
            </w:r>
            <w:r w:rsidRPr="004B74D2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, red. P. Maj, Rzeszów 2013. </w:t>
            </w:r>
          </w:p>
          <w:p w14:paraId="7AAF39BF" w14:textId="77777777" w:rsidR="004B74D2" w:rsidRPr="004B74D2" w:rsidRDefault="004B74D2" w:rsidP="004B74D2">
            <w:pPr>
              <w:spacing w:after="38" w:line="240" w:lineRule="auto"/>
              <w:rPr>
                <w:rFonts w:cs="Calibri"/>
                <w:color w:val="000000"/>
                <w:lang w:eastAsia="pl-PL"/>
              </w:rPr>
            </w:pPr>
            <w:r w:rsidRPr="004B74D2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Muszyński J., </w:t>
            </w:r>
            <w:r w:rsidRPr="004B74D2">
              <w:rPr>
                <w:rFonts w:ascii="Corbel" w:eastAsia="Corbel" w:hAnsi="Corbel" w:cs="Corbel"/>
                <w:i/>
                <w:color w:val="000000"/>
                <w:sz w:val="24"/>
                <w:lang w:eastAsia="pl-PL"/>
              </w:rPr>
              <w:t>Podstawy teorii i praktyki polityki</w:t>
            </w:r>
            <w:r w:rsidRPr="004B74D2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, Toruń 2007.  </w:t>
            </w:r>
          </w:p>
          <w:p w14:paraId="2F473EF0" w14:textId="77777777" w:rsidR="004B74D2" w:rsidRPr="004B74D2" w:rsidRDefault="004B74D2" w:rsidP="004B74D2">
            <w:pPr>
              <w:spacing w:after="38" w:line="240" w:lineRule="auto"/>
              <w:rPr>
                <w:rFonts w:cs="Calibri"/>
                <w:color w:val="000000"/>
                <w:lang w:eastAsia="pl-PL"/>
              </w:rPr>
            </w:pPr>
            <w:r w:rsidRPr="004B74D2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Żyro T., </w:t>
            </w:r>
            <w:r w:rsidRPr="004B74D2">
              <w:rPr>
                <w:rFonts w:ascii="Corbel" w:eastAsia="Corbel" w:hAnsi="Corbel" w:cs="Corbel"/>
                <w:i/>
                <w:color w:val="000000"/>
                <w:sz w:val="24"/>
                <w:lang w:eastAsia="pl-PL"/>
              </w:rPr>
              <w:t>Wstęp do politologii</w:t>
            </w:r>
            <w:r w:rsidRPr="004B74D2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, Warszawa 2004. </w:t>
            </w:r>
          </w:p>
          <w:p w14:paraId="1074A8FE" w14:textId="1AFD42D7" w:rsidR="0006708B" w:rsidRPr="0006708B" w:rsidRDefault="004B74D2" w:rsidP="00C4088D">
            <w:pPr>
              <w:spacing w:line="240" w:lineRule="auto"/>
              <w:rPr>
                <w:rFonts w:ascii="Corbel" w:eastAsia="Corbel" w:hAnsi="Corbel" w:cs="Corbel"/>
                <w:color w:val="000000"/>
                <w:sz w:val="24"/>
                <w:lang w:eastAsia="pl-PL"/>
              </w:rPr>
            </w:pPr>
            <w:r w:rsidRPr="004B74D2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Buksiński T., </w:t>
            </w:r>
            <w:r w:rsidRPr="004B74D2">
              <w:rPr>
                <w:rFonts w:ascii="Corbel" w:eastAsia="Corbel" w:hAnsi="Corbel" w:cs="Corbel"/>
                <w:i/>
                <w:color w:val="000000"/>
                <w:sz w:val="24"/>
                <w:lang w:eastAsia="pl-PL"/>
              </w:rPr>
              <w:t>Racjonalność współdziałań: Szkice z filozofii polityki</w:t>
            </w:r>
            <w:r w:rsidRPr="004B74D2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>, Poznań 1996.</w:t>
            </w:r>
          </w:p>
        </w:tc>
      </w:tr>
      <w:tr w:rsidR="0085747A" w:rsidRPr="009C54AE" w14:paraId="5D60B65E" w14:textId="77777777" w:rsidTr="4D17DED3">
        <w:trPr>
          <w:trHeight w:val="397"/>
        </w:trPr>
        <w:tc>
          <w:tcPr>
            <w:tcW w:w="8640" w:type="dxa"/>
          </w:tcPr>
          <w:p w14:paraId="58B78303" w14:textId="2FDAD474" w:rsidR="00C4088D" w:rsidRDefault="0085747A" w:rsidP="360854CC">
            <w:pPr>
              <w:pStyle w:val="Punktygwne"/>
              <w:spacing w:after="0"/>
              <w:rPr>
                <w:rFonts w:ascii="Corbel" w:hAnsi="Corbel"/>
                <w:bCs/>
                <w:smallCaps w:val="0"/>
              </w:rPr>
            </w:pPr>
            <w:r w:rsidRPr="360854CC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75B69FEB" w14:textId="1CAD7B16" w:rsidR="0006708B" w:rsidRPr="0006708B" w:rsidRDefault="0006708B" w:rsidP="0006708B">
            <w:pPr>
              <w:spacing w:after="37" w:line="247" w:lineRule="auto"/>
              <w:rPr>
                <w:rFonts w:cs="Calibri"/>
                <w:color w:val="000000"/>
                <w:lang w:eastAsia="pl-PL"/>
              </w:rPr>
            </w:pPr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 </w:t>
            </w:r>
          </w:p>
          <w:p w14:paraId="7A21F2A1" w14:textId="77777777" w:rsidR="0006708B" w:rsidRPr="0006708B" w:rsidRDefault="0006708B" w:rsidP="0006708B">
            <w:pPr>
              <w:spacing w:after="38" w:line="240" w:lineRule="auto"/>
              <w:rPr>
                <w:rFonts w:cs="Calibri"/>
                <w:color w:val="000000"/>
                <w:lang w:eastAsia="pl-PL"/>
              </w:rPr>
            </w:pPr>
            <w:r w:rsidRPr="0006708B">
              <w:rPr>
                <w:rFonts w:ascii="Corbel" w:eastAsia="Corbel" w:hAnsi="Corbel" w:cs="Corbel"/>
                <w:i/>
                <w:color w:val="000000"/>
                <w:sz w:val="24"/>
                <w:lang w:eastAsia="pl-PL"/>
              </w:rPr>
              <w:t>Metafory polityki</w:t>
            </w:r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, t. 1, red. B. Kaczmarek, Warszawa 2001. </w:t>
            </w:r>
          </w:p>
          <w:p w14:paraId="0365F8DD" w14:textId="77777777" w:rsidR="0006708B" w:rsidRPr="0006708B" w:rsidRDefault="0006708B" w:rsidP="0006708B">
            <w:pPr>
              <w:spacing w:after="38" w:line="240" w:lineRule="auto"/>
              <w:rPr>
                <w:rFonts w:cs="Calibri"/>
                <w:color w:val="000000"/>
                <w:lang w:eastAsia="pl-PL"/>
              </w:rPr>
            </w:pPr>
            <w:r w:rsidRPr="0006708B">
              <w:rPr>
                <w:rFonts w:ascii="Corbel" w:eastAsia="Corbel" w:hAnsi="Corbel" w:cs="Corbel"/>
                <w:i/>
                <w:color w:val="000000"/>
                <w:sz w:val="24"/>
                <w:lang w:eastAsia="pl-PL"/>
              </w:rPr>
              <w:t>Metafory polityki</w:t>
            </w:r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, t. 2, red. B. Kaczmarek, Warszawa 2003 </w:t>
            </w:r>
          </w:p>
          <w:p w14:paraId="75D62B22" w14:textId="77777777" w:rsidR="0006708B" w:rsidRDefault="0006708B" w:rsidP="0006708B">
            <w:pPr>
              <w:spacing w:after="37" w:line="247" w:lineRule="auto"/>
              <w:ind w:right="621"/>
              <w:rPr>
                <w:rFonts w:ascii="Corbel" w:eastAsia="Corbel" w:hAnsi="Corbel" w:cs="Corbel"/>
                <w:color w:val="000000"/>
                <w:sz w:val="24"/>
                <w:lang w:eastAsia="pl-PL"/>
              </w:rPr>
            </w:pPr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Mouffe Ch., </w:t>
            </w:r>
            <w:r w:rsidRPr="0006708B">
              <w:rPr>
                <w:rFonts w:ascii="Corbel" w:eastAsia="Corbel" w:hAnsi="Corbel" w:cs="Corbel"/>
                <w:i/>
                <w:color w:val="000000"/>
                <w:sz w:val="24"/>
                <w:lang w:eastAsia="pl-PL"/>
              </w:rPr>
              <w:t>Polityczność: Przewodnik krytyki politycznej</w:t>
            </w:r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, Warszawa 2008. </w:t>
            </w:r>
          </w:p>
          <w:p w14:paraId="7A08D8D3" w14:textId="0EAF4AD3" w:rsidR="0006708B" w:rsidRPr="0006708B" w:rsidRDefault="0006708B" w:rsidP="0006708B">
            <w:pPr>
              <w:spacing w:after="37" w:line="247" w:lineRule="auto"/>
              <w:ind w:right="621"/>
              <w:rPr>
                <w:rFonts w:cs="Calibri"/>
                <w:color w:val="000000"/>
                <w:lang w:eastAsia="pl-PL"/>
              </w:rPr>
            </w:pPr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P. Maj, </w:t>
            </w:r>
            <w:r w:rsidRPr="0006708B">
              <w:rPr>
                <w:rFonts w:ascii="Corbel" w:eastAsia="Corbel" w:hAnsi="Corbel" w:cs="Corbel"/>
                <w:i/>
                <w:color w:val="000000"/>
                <w:sz w:val="24"/>
                <w:lang w:eastAsia="pl-PL"/>
              </w:rPr>
              <w:t>Internet i demokracja</w:t>
            </w:r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, Rzeszów 2009. </w:t>
            </w:r>
          </w:p>
          <w:p w14:paraId="40730CBD" w14:textId="77777777" w:rsidR="0006708B" w:rsidRPr="0006708B" w:rsidRDefault="0006708B" w:rsidP="0006708B">
            <w:pPr>
              <w:spacing w:after="38" w:line="240" w:lineRule="auto"/>
              <w:rPr>
                <w:rFonts w:cs="Calibri"/>
                <w:color w:val="000000"/>
                <w:lang w:eastAsia="pl-PL"/>
              </w:rPr>
            </w:pPr>
            <w:r w:rsidRPr="0006708B">
              <w:rPr>
                <w:rFonts w:ascii="Corbel" w:eastAsia="Corbel" w:hAnsi="Corbel" w:cs="Corbel"/>
                <w:i/>
                <w:color w:val="000000"/>
                <w:sz w:val="24"/>
                <w:lang w:eastAsia="pl-PL"/>
              </w:rPr>
              <w:t>Podstawowe kategorie polityki</w:t>
            </w:r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, red. S. Opara, D. Radziszewska-Szczepaniak, A. </w:t>
            </w:r>
          </w:p>
          <w:p w14:paraId="18BC92B1" w14:textId="77777777" w:rsidR="0006708B" w:rsidRPr="0006708B" w:rsidRDefault="0006708B" w:rsidP="0006708B">
            <w:pPr>
              <w:spacing w:after="38" w:line="240" w:lineRule="auto"/>
              <w:rPr>
                <w:rFonts w:cs="Calibri"/>
                <w:color w:val="000000"/>
                <w:lang w:eastAsia="pl-PL"/>
              </w:rPr>
            </w:pPr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Żukowski, Olsztyn [b.r.w.]. </w:t>
            </w:r>
          </w:p>
          <w:p w14:paraId="15545696" w14:textId="77777777" w:rsidR="0006708B" w:rsidRPr="0006708B" w:rsidRDefault="0006708B" w:rsidP="0006708B">
            <w:pPr>
              <w:spacing w:after="38" w:line="240" w:lineRule="auto"/>
              <w:rPr>
                <w:rFonts w:cs="Calibri"/>
                <w:color w:val="000000"/>
                <w:lang w:eastAsia="pl-PL"/>
              </w:rPr>
            </w:pPr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R. Bäcker, </w:t>
            </w:r>
            <w:r w:rsidRPr="0006708B">
              <w:rPr>
                <w:rFonts w:ascii="Corbel" w:eastAsia="Corbel" w:hAnsi="Corbel" w:cs="Corbel"/>
                <w:i/>
                <w:color w:val="000000"/>
                <w:sz w:val="24"/>
                <w:lang w:eastAsia="pl-PL"/>
              </w:rPr>
              <w:t>Totalitaryzm: Geneza – istota – upadek</w:t>
            </w:r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, Toruń 1992 </w:t>
            </w:r>
          </w:p>
          <w:p w14:paraId="5F8A7A81" w14:textId="77777777" w:rsidR="0006708B" w:rsidRPr="0006708B" w:rsidRDefault="0006708B" w:rsidP="0006708B">
            <w:pPr>
              <w:spacing w:after="40" w:line="240" w:lineRule="auto"/>
              <w:rPr>
                <w:rFonts w:cs="Calibri"/>
                <w:color w:val="000000"/>
                <w:lang w:eastAsia="pl-PL"/>
              </w:rPr>
            </w:pPr>
            <w:r w:rsidRPr="0006708B">
              <w:rPr>
                <w:rFonts w:ascii="Corbel" w:eastAsia="Corbel" w:hAnsi="Corbel" w:cs="Corbel"/>
                <w:i/>
                <w:color w:val="000000"/>
                <w:sz w:val="24"/>
                <w:lang w:eastAsia="pl-PL"/>
              </w:rPr>
              <w:t>Społeczeństwo i polityka: Podstawy nauk politycznych</w:t>
            </w:r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, red. K. A. Wojtaszczyk, W. </w:t>
            </w:r>
          </w:p>
          <w:p w14:paraId="6DA28403" w14:textId="77777777" w:rsidR="0006708B" w:rsidRDefault="0006708B" w:rsidP="0006708B">
            <w:pPr>
              <w:spacing w:after="38" w:line="240" w:lineRule="auto"/>
              <w:rPr>
                <w:rFonts w:ascii="Corbel" w:eastAsia="Corbel" w:hAnsi="Corbel" w:cs="Corbel"/>
                <w:color w:val="000000"/>
                <w:sz w:val="24"/>
                <w:lang w:eastAsia="pl-PL"/>
              </w:rPr>
            </w:pPr>
            <w:r w:rsidRPr="0006708B">
              <w:rPr>
                <w:rFonts w:ascii="Corbel" w:eastAsia="Corbel" w:hAnsi="Corbel" w:cs="Corbel"/>
                <w:color w:val="000000"/>
                <w:sz w:val="24"/>
                <w:lang w:eastAsia="pl-PL"/>
              </w:rPr>
              <w:t xml:space="preserve">Jakubowski, Warszawa 2002. </w:t>
            </w:r>
          </w:p>
          <w:p w14:paraId="12C4A4B7" w14:textId="2C4BA916" w:rsidR="009B2952" w:rsidRPr="0006708B" w:rsidRDefault="0006708B" w:rsidP="0006708B">
            <w:pPr>
              <w:spacing w:after="38" w:line="240" w:lineRule="auto"/>
              <w:rPr>
                <w:rFonts w:cs="Calibri"/>
                <w:color w:val="000000"/>
                <w:lang w:eastAsia="pl-PL"/>
              </w:rPr>
            </w:pPr>
            <w:r w:rsidRPr="0006708B">
              <w:rPr>
                <w:rFonts w:ascii="Corbel" w:eastAsia="Corbel" w:hAnsi="Corbel" w:cs="Corbel"/>
                <w:i/>
                <w:color w:val="000000"/>
                <w:lang w:eastAsia="pl-PL"/>
              </w:rPr>
              <w:t>Teorie i metody w naukach politycznych</w:t>
            </w:r>
            <w:r w:rsidRPr="0006708B">
              <w:rPr>
                <w:rFonts w:ascii="Corbel" w:eastAsia="Corbel" w:hAnsi="Corbel" w:cs="Corbel"/>
                <w:color w:val="000000"/>
                <w:lang w:eastAsia="pl-PL"/>
              </w:rPr>
              <w:t xml:space="preserve">, red. D. Marsh, G. Stoker, Kraków 2006 Pietraś Z. J., </w:t>
            </w:r>
            <w:r w:rsidRPr="0006708B">
              <w:rPr>
                <w:rFonts w:ascii="Corbel" w:eastAsia="Corbel" w:hAnsi="Corbel" w:cs="Corbel"/>
                <w:i/>
                <w:color w:val="000000"/>
                <w:lang w:eastAsia="pl-PL"/>
              </w:rPr>
              <w:t>Decydowanie polityczne</w:t>
            </w:r>
            <w:r w:rsidRPr="0006708B">
              <w:rPr>
                <w:rFonts w:ascii="Corbel" w:eastAsia="Corbel" w:hAnsi="Corbel" w:cs="Corbel"/>
                <w:color w:val="000000"/>
                <w:lang w:eastAsia="pl-PL"/>
              </w:rPr>
              <w:t>, Warszawa–Kraków 1998.</w:t>
            </w:r>
          </w:p>
          <w:p w14:paraId="678E690B" w14:textId="3B2A9FB2" w:rsidR="0085747A" w:rsidRPr="009C54AE" w:rsidRDefault="0085747A" w:rsidP="00C4088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6241192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6EC14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FAF33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527A9" w14:textId="77777777" w:rsidR="00496403" w:rsidRDefault="00496403" w:rsidP="00C16ABF">
      <w:pPr>
        <w:spacing w:after="0" w:line="240" w:lineRule="auto"/>
      </w:pPr>
      <w:r>
        <w:separator/>
      </w:r>
    </w:p>
  </w:endnote>
  <w:endnote w:type="continuationSeparator" w:id="0">
    <w:p w14:paraId="515A385A" w14:textId="77777777" w:rsidR="00496403" w:rsidRDefault="004964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F9CFC" w14:textId="77777777" w:rsidR="00496403" w:rsidRDefault="00496403" w:rsidP="00C16ABF">
      <w:pPr>
        <w:spacing w:after="0" w:line="240" w:lineRule="auto"/>
      </w:pPr>
      <w:r>
        <w:separator/>
      </w:r>
    </w:p>
  </w:footnote>
  <w:footnote w:type="continuationSeparator" w:id="0">
    <w:p w14:paraId="667C3B02" w14:textId="77777777" w:rsidR="00496403" w:rsidRDefault="00496403" w:rsidP="00C16ABF">
      <w:pPr>
        <w:spacing w:after="0" w:line="240" w:lineRule="auto"/>
      </w:pPr>
      <w:r>
        <w:continuationSeparator/>
      </w:r>
    </w:p>
  </w:footnote>
  <w:footnote w:id="1">
    <w:p w14:paraId="4B27118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B07AF"/>
    <w:multiLevelType w:val="hybridMultilevel"/>
    <w:tmpl w:val="CBECD1DC"/>
    <w:lvl w:ilvl="0" w:tplc="9CBE9D3E">
      <w:start w:val="1"/>
      <w:numFmt w:val="bullet"/>
      <w:lvlText w:val="-"/>
      <w:lvlJc w:val="left"/>
      <w:pPr>
        <w:ind w:left="0" w:firstLine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D270CF26">
      <w:start w:val="1"/>
      <w:numFmt w:val="bullet"/>
      <w:lvlText w:val="o"/>
      <w:lvlJc w:val="left"/>
      <w:pPr>
        <w:ind w:left="1291" w:firstLine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7FB4B670">
      <w:start w:val="1"/>
      <w:numFmt w:val="bullet"/>
      <w:lvlText w:val="▪"/>
      <w:lvlJc w:val="left"/>
      <w:pPr>
        <w:ind w:left="2011" w:firstLine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2463DD6">
      <w:start w:val="1"/>
      <w:numFmt w:val="bullet"/>
      <w:lvlText w:val="•"/>
      <w:lvlJc w:val="left"/>
      <w:pPr>
        <w:ind w:left="2731" w:firstLine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A0F43EF0">
      <w:start w:val="1"/>
      <w:numFmt w:val="bullet"/>
      <w:lvlText w:val="o"/>
      <w:lvlJc w:val="left"/>
      <w:pPr>
        <w:ind w:left="3451" w:firstLine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0F522540">
      <w:start w:val="1"/>
      <w:numFmt w:val="bullet"/>
      <w:lvlText w:val="▪"/>
      <w:lvlJc w:val="left"/>
      <w:pPr>
        <w:ind w:left="4171" w:firstLine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51EC4FFC">
      <w:start w:val="1"/>
      <w:numFmt w:val="bullet"/>
      <w:lvlText w:val="•"/>
      <w:lvlJc w:val="left"/>
      <w:pPr>
        <w:ind w:left="4891" w:firstLine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69A0924">
      <w:start w:val="1"/>
      <w:numFmt w:val="bullet"/>
      <w:lvlText w:val="o"/>
      <w:lvlJc w:val="left"/>
      <w:pPr>
        <w:ind w:left="5611" w:firstLine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12943596">
      <w:start w:val="1"/>
      <w:numFmt w:val="bullet"/>
      <w:lvlText w:val="▪"/>
      <w:lvlJc w:val="left"/>
      <w:pPr>
        <w:ind w:left="6331" w:firstLine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02198326">
    <w:abstractNumId w:val="1"/>
  </w:num>
  <w:num w:numId="2" w16cid:durableId="89955507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08B"/>
    <w:rsid w:val="00070ED6"/>
    <w:rsid w:val="000742DC"/>
    <w:rsid w:val="00074748"/>
    <w:rsid w:val="0008117B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0C00"/>
    <w:rsid w:val="000C5EE7"/>
    <w:rsid w:val="000D04B0"/>
    <w:rsid w:val="000F1C57"/>
    <w:rsid w:val="000F5615"/>
    <w:rsid w:val="00124BFF"/>
    <w:rsid w:val="0012560E"/>
    <w:rsid w:val="00127108"/>
    <w:rsid w:val="00134B13"/>
    <w:rsid w:val="001459D1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D8B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88C"/>
    <w:rsid w:val="002A22BF"/>
    <w:rsid w:val="002A2389"/>
    <w:rsid w:val="002A671D"/>
    <w:rsid w:val="002A795F"/>
    <w:rsid w:val="002B1959"/>
    <w:rsid w:val="002B4563"/>
    <w:rsid w:val="002B4D55"/>
    <w:rsid w:val="002B5EA0"/>
    <w:rsid w:val="002B6119"/>
    <w:rsid w:val="002C1F06"/>
    <w:rsid w:val="002C2969"/>
    <w:rsid w:val="002D3375"/>
    <w:rsid w:val="002D73D4"/>
    <w:rsid w:val="002E10B3"/>
    <w:rsid w:val="002E6C8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2BF6"/>
    <w:rsid w:val="003D6CE2"/>
    <w:rsid w:val="003E1941"/>
    <w:rsid w:val="003E2FE6"/>
    <w:rsid w:val="003E49D5"/>
    <w:rsid w:val="003F38C0"/>
    <w:rsid w:val="00402409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474E"/>
    <w:rsid w:val="0047598D"/>
    <w:rsid w:val="004840FD"/>
    <w:rsid w:val="00490F7D"/>
    <w:rsid w:val="00491678"/>
    <w:rsid w:val="00496403"/>
    <w:rsid w:val="004968E2"/>
    <w:rsid w:val="004A3EEA"/>
    <w:rsid w:val="004A4D1F"/>
    <w:rsid w:val="004B74D2"/>
    <w:rsid w:val="004D5282"/>
    <w:rsid w:val="004F1551"/>
    <w:rsid w:val="004F55A3"/>
    <w:rsid w:val="0050496F"/>
    <w:rsid w:val="00513B6F"/>
    <w:rsid w:val="00517C63"/>
    <w:rsid w:val="00531647"/>
    <w:rsid w:val="00533403"/>
    <w:rsid w:val="005363C4"/>
    <w:rsid w:val="00536BDE"/>
    <w:rsid w:val="00543ACC"/>
    <w:rsid w:val="00557DC8"/>
    <w:rsid w:val="0056696D"/>
    <w:rsid w:val="005859CE"/>
    <w:rsid w:val="00593D8E"/>
    <w:rsid w:val="0059484D"/>
    <w:rsid w:val="005A0855"/>
    <w:rsid w:val="005A3196"/>
    <w:rsid w:val="005B28DF"/>
    <w:rsid w:val="005C080F"/>
    <w:rsid w:val="005C55E5"/>
    <w:rsid w:val="005C696A"/>
    <w:rsid w:val="005E6E85"/>
    <w:rsid w:val="005F31D2"/>
    <w:rsid w:val="005F7C5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B2A"/>
    <w:rsid w:val="00696477"/>
    <w:rsid w:val="006D050F"/>
    <w:rsid w:val="006D6139"/>
    <w:rsid w:val="006E5D65"/>
    <w:rsid w:val="006E7BB8"/>
    <w:rsid w:val="006F1282"/>
    <w:rsid w:val="006F1FBC"/>
    <w:rsid w:val="006F31E2"/>
    <w:rsid w:val="006F7EED"/>
    <w:rsid w:val="00706544"/>
    <w:rsid w:val="007072BA"/>
    <w:rsid w:val="0071620A"/>
    <w:rsid w:val="00721056"/>
    <w:rsid w:val="00724677"/>
    <w:rsid w:val="00725459"/>
    <w:rsid w:val="007327BD"/>
    <w:rsid w:val="00734608"/>
    <w:rsid w:val="00745302"/>
    <w:rsid w:val="007461D6"/>
    <w:rsid w:val="00746EC8"/>
    <w:rsid w:val="00756855"/>
    <w:rsid w:val="00763BF1"/>
    <w:rsid w:val="00766FD4"/>
    <w:rsid w:val="0078168C"/>
    <w:rsid w:val="00782436"/>
    <w:rsid w:val="00787C2A"/>
    <w:rsid w:val="00790E27"/>
    <w:rsid w:val="007A4022"/>
    <w:rsid w:val="007A6E6E"/>
    <w:rsid w:val="007B1A0B"/>
    <w:rsid w:val="007C3299"/>
    <w:rsid w:val="007C3BCC"/>
    <w:rsid w:val="007C4546"/>
    <w:rsid w:val="007D6E56"/>
    <w:rsid w:val="007F1652"/>
    <w:rsid w:val="007F4155"/>
    <w:rsid w:val="0081554D"/>
    <w:rsid w:val="0081707E"/>
    <w:rsid w:val="00837DDC"/>
    <w:rsid w:val="008449B3"/>
    <w:rsid w:val="00857384"/>
    <w:rsid w:val="0085747A"/>
    <w:rsid w:val="00884922"/>
    <w:rsid w:val="00885F64"/>
    <w:rsid w:val="008917F9"/>
    <w:rsid w:val="00894CB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E01"/>
    <w:rsid w:val="008F6E29"/>
    <w:rsid w:val="00916188"/>
    <w:rsid w:val="00923D7D"/>
    <w:rsid w:val="009508DF"/>
    <w:rsid w:val="00950DAC"/>
    <w:rsid w:val="00954A07"/>
    <w:rsid w:val="00997F14"/>
    <w:rsid w:val="009A78D9"/>
    <w:rsid w:val="009B2952"/>
    <w:rsid w:val="009C1331"/>
    <w:rsid w:val="009C3E31"/>
    <w:rsid w:val="009C54AE"/>
    <w:rsid w:val="009C788E"/>
    <w:rsid w:val="009D7473"/>
    <w:rsid w:val="009E2415"/>
    <w:rsid w:val="009E2BE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4C1"/>
    <w:rsid w:val="00A54817"/>
    <w:rsid w:val="00A601C8"/>
    <w:rsid w:val="00A60799"/>
    <w:rsid w:val="00A84C85"/>
    <w:rsid w:val="00A97DE1"/>
    <w:rsid w:val="00AA30FC"/>
    <w:rsid w:val="00AB053C"/>
    <w:rsid w:val="00AB13A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0CAD"/>
    <w:rsid w:val="00BD3869"/>
    <w:rsid w:val="00BD66E9"/>
    <w:rsid w:val="00BD6FF4"/>
    <w:rsid w:val="00BE4912"/>
    <w:rsid w:val="00BF2C41"/>
    <w:rsid w:val="00C058B4"/>
    <w:rsid w:val="00C05F44"/>
    <w:rsid w:val="00C131B5"/>
    <w:rsid w:val="00C16ABF"/>
    <w:rsid w:val="00C170AE"/>
    <w:rsid w:val="00C226B3"/>
    <w:rsid w:val="00C26CB7"/>
    <w:rsid w:val="00C324C1"/>
    <w:rsid w:val="00C36992"/>
    <w:rsid w:val="00C4088D"/>
    <w:rsid w:val="00C56036"/>
    <w:rsid w:val="00C61DC5"/>
    <w:rsid w:val="00C67E92"/>
    <w:rsid w:val="00C70A26"/>
    <w:rsid w:val="00C766DF"/>
    <w:rsid w:val="00C94B98"/>
    <w:rsid w:val="00C95B24"/>
    <w:rsid w:val="00CA2B96"/>
    <w:rsid w:val="00CA5089"/>
    <w:rsid w:val="00CB36CA"/>
    <w:rsid w:val="00CD6897"/>
    <w:rsid w:val="00CE5BAC"/>
    <w:rsid w:val="00CF25BE"/>
    <w:rsid w:val="00CF78ED"/>
    <w:rsid w:val="00D02B25"/>
    <w:rsid w:val="00D02EBA"/>
    <w:rsid w:val="00D17C3C"/>
    <w:rsid w:val="00D26172"/>
    <w:rsid w:val="00D26B2C"/>
    <w:rsid w:val="00D352C9"/>
    <w:rsid w:val="00D425B2"/>
    <w:rsid w:val="00D428D6"/>
    <w:rsid w:val="00D50CD9"/>
    <w:rsid w:val="00D552B2"/>
    <w:rsid w:val="00D608D1"/>
    <w:rsid w:val="00D74119"/>
    <w:rsid w:val="00D8075B"/>
    <w:rsid w:val="00D8678B"/>
    <w:rsid w:val="00D931E3"/>
    <w:rsid w:val="00DA2114"/>
    <w:rsid w:val="00DA385A"/>
    <w:rsid w:val="00DE09C0"/>
    <w:rsid w:val="00DE4A14"/>
    <w:rsid w:val="00DE6D8C"/>
    <w:rsid w:val="00DF320D"/>
    <w:rsid w:val="00DF71C8"/>
    <w:rsid w:val="00E129B8"/>
    <w:rsid w:val="00E21E7D"/>
    <w:rsid w:val="00E22FBC"/>
    <w:rsid w:val="00E24BF5"/>
    <w:rsid w:val="00E25338"/>
    <w:rsid w:val="00E44740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F070AB"/>
    <w:rsid w:val="00F17567"/>
    <w:rsid w:val="00F22AF5"/>
    <w:rsid w:val="00F27A7B"/>
    <w:rsid w:val="00F526AF"/>
    <w:rsid w:val="00F617C3"/>
    <w:rsid w:val="00F7066B"/>
    <w:rsid w:val="00F83B28"/>
    <w:rsid w:val="00FA46E5"/>
    <w:rsid w:val="00FB5DC4"/>
    <w:rsid w:val="00FB7DBA"/>
    <w:rsid w:val="00FC1C25"/>
    <w:rsid w:val="00FC3F45"/>
    <w:rsid w:val="00FD503F"/>
    <w:rsid w:val="00FD5148"/>
    <w:rsid w:val="00FD5CD2"/>
    <w:rsid w:val="00FD7589"/>
    <w:rsid w:val="00FE4D9E"/>
    <w:rsid w:val="00FF016A"/>
    <w:rsid w:val="00FF1401"/>
    <w:rsid w:val="00FF5E7D"/>
    <w:rsid w:val="028AD45D"/>
    <w:rsid w:val="0515E8E7"/>
    <w:rsid w:val="095AB785"/>
    <w:rsid w:val="0C96583B"/>
    <w:rsid w:val="1B4FB700"/>
    <w:rsid w:val="1D1074A5"/>
    <w:rsid w:val="1E05EC9D"/>
    <w:rsid w:val="29D650D1"/>
    <w:rsid w:val="326819DD"/>
    <w:rsid w:val="3428BC6C"/>
    <w:rsid w:val="360854CC"/>
    <w:rsid w:val="37A4252D"/>
    <w:rsid w:val="3C779650"/>
    <w:rsid w:val="3E1366B1"/>
    <w:rsid w:val="42B6ACC2"/>
    <w:rsid w:val="450BD74E"/>
    <w:rsid w:val="4B769D7C"/>
    <w:rsid w:val="4D17DED3"/>
    <w:rsid w:val="4D2F4005"/>
    <w:rsid w:val="4D817D0D"/>
    <w:rsid w:val="51006818"/>
    <w:rsid w:val="5C39DA34"/>
    <w:rsid w:val="6E5D5EBC"/>
    <w:rsid w:val="7F92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0264E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Grid0">
    <w:name w:val="Table Grid0"/>
    <w:rsid w:val="00894CB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6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3E81A-473A-45E8-A4F5-AC5223487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815</Words>
  <Characters>4894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5</cp:revision>
  <cp:lastPrinted>2019-02-06T12:12:00Z</cp:lastPrinted>
  <dcterms:created xsi:type="dcterms:W3CDTF">2024-10-03T11:57:00Z</dcterms:created>
  <dcterms:modified xsi:type="dcterms:W3CDTF">2025-11-14T21:43:00Z</dcterms:modified>
</cp:coreProperties>
</file>